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EF4D84" w14:textId="77777777" w:rsidR="004012EE" w:rsidRPr="00416DEF" w:rsidRDefault="004012EE" w:rsidP="004012EE">
      <w:pPr>
        <w:pStyle w:val="a6"/>
        <w:rPr>
          <w:rFonts w:asciiTheme="minorEastAsia" w:eastAsiaTheme="minorEastAsia" w:hAnsiTheme="minorEastAsia"/>
          <w:lang w:eastAsia="ko-KR"/>
        </w:rPr>
      </w:pPr>
      <w:r w:rsidRPr="00416DEF">
        <w:rPr>
          <w:rFonts w:asciiTheme="minorEastAsia" w:eastAsiaTheme="minorEastAsia" w:hAnsiTheme="minorEastAsia" w:hint="eastAsia"/>
          <w:lang w:eastAsia="ko-KR"/>
        </w:rPr>
        <w:t>통보</w:t>
      </w:r>
      <w:bookmarkStart w:id="0" w:name="_GoBack"/>
      <w:bookmarkEnd w:id="0"/>
    </w:p>
    <w:p w14:paraId="4D7D9D7D" w14:textId="77777777" w:rsidR="004012EE" w:rsidRPr="00416DEF" w:rsidRDefault="004012EE" w:rsidP="004012EE">
      <w:pPr>
        <w:jc w:val="center"/>
        <w:rPr>
          <w:rFonts w:asciiTheme="minorEastAsia" w:hAnsiTheme="minorEastAsia"/>
          <w:i/>
          <w:color w:val="006283"/>
          <w:szCs w:val="18"/>
          <w:lang w:eastAsia="ko-KR"/>
        </w:rPr>
      </w:pPr>
      <w:r w:rsidRPr="00416DEF">
        <w:rPr>
          <w:rFonts w:asciiTheme="minorEastAsia" w:hAnsiTheme="minorEastAsia" w:hint="eastAsia"/>
          <w:lang w:eastAsia="ko-KR"/>
        </w:rPr>
        <w:t>본 통보문은 10.6조항에 따라 회람한다.</w:t>
      </w:r>
    </w:p>
    <w:p w14:paraId="32218A9D" w14:textId="77777777" w:rsidR="009239F7" w:rsidRPr="00416DEF" w:rsidRDefault="009239F7" w:rsidP="002F6A28">
      <w:pPr>
        <w:rPr>
          <w:rFonts w:asciiTheme="minorEastAsia" w:hAnsiTheme="minorEastAsia"/>
          <w:lang w:eastAsia="ko-KR"/>
        </w:rPr>
      </w:pPr>
    </w:p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713"/>
        <w:gridCol w:w="8539"/>
      </w:tblGrid>
      <w:tr w:rsidR="00E30688" w:rsidRPr="00416DEF" w14:paraId="31D6A0A1" w14:textId="77777777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14:paraId="4BCF7982" w14:textId="77777777" w:rsidR="00F85C99" w:rsidRPr="00416DEF" w:rsidRDefault="005966BC" w:rsidP="002F6A28">
            <w:pPr>
              <w:spacing w:before="120" w:after="120"/>
              <w:jc w:val="left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14:paraId="71754D36" w14:textId="6F6E228D" w:rsidR="00F85C99" w:rsidRPr="00416DEF" w:rsidRDefault="004012EE" w:rsidP="00C805B6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통보국가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" w:name="sps1a"/>
            <w:r w:rsidR="00DF0675" w:rsidRPr="00416DEF">
              <w:rPr>
                <w:rFonts w:asciiTheme="minorEastAsia" w:hAnsiTheme="minorEastAsia" w:hint="eastAsia"/>
                <w:u w:val="single"/>
                <w:lang w:eastAsia="ko-KR"/>
              </w:rPr>
              <w:t>부룬디, 케냐, 르완다, 탄자니아, 우간다</w:t>
            </w:r>
            <w:bookmarkEnd w:id="1"/>
          </w:p>
          <w:p w14:paraId="3C1FFA6B" w14:textId="0E9D20A6" w:rsidR="00F85C99" w:rsidRPr="00416DEF" w:rsidRDefault="004012EE" w:rsidP="002F6A28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t>해당할 경우, 관련된 지방 정부의 이름(3.2 및 7.2 항):</w:t>
            </w:r>
            <w:bookmarkStart w:id="2" w:name="sps1b"/>
            <w:bookmarkEnd w:id="2"/>
          </w:p>
        </w:tc>
      </w:tr>
      <w:tr w:rsidR="00E30688" w:rsidRPr="00416DEF" w14:paraId="2E2718ED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1DD1E74" w14:textId="77777777" w:rsidR="00F85C99" w:rsidRPr="00416DEF" w:rsidRDefault="005966BC" w:rsidP="002F6A28">
            <w:pPr>
              <w:spacing w:before="120" w:after="120"/>
              <w:jc w:val="left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AE5F312" w14:textId="38090259" w:rsidR="00F85C99" w:rsidRPr="00416DEF" w:rsidRDefault="004012EE" w:rsidP="001551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담당기관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3" w:name="sps2a"/>
          </w:p>
          <w:p w14:paraId="169508C5" w14:textId="77777777" w:rsidR="00DF0675" w:rsidRPr="00416DEF" w:rsidRDefault="00DF0675" w:rsidP="00DF0675">
            <w:pPr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>우간다 표준국</w:t>
            </w:r>
          </w:p>
          <w:p w14:paraId="6E7E29F5" w14:textId="77777777" w:rsidR="00DF0675" w:rsidRPr="00416DEF" w:rsidRDefault="00DF0675" w:rsidP="00DF0675">
            <w:pPr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>주소: Plot 2-12 ByPass Link, Bweyogerere Industrial and Business Park</w:t>
            </w:r>
          </w:p>
          <w:p w14:paraId="791C8546" w14:textId="77777777" w:rsidR="00DF0675" w:rsidRPr="00416DEF" w:rsidRDefault="00DF0675" w:rsidP="00DF0675">
            <w:pPr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>P.O. Box 6329</w:t>
            </w:r>
          </w:p>
          <w:p w14:paraId="5631D693" w14:textId="77777777" w:rsidR="00DF0675" w:rsidRPr="00416DEF" w:rsidRDefault="00DF0675" w:rsidP="00DF0675">
            <w:pPr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>Kampala, Uganda</w:t>
            </w:r>
          </w:p>
          <w:p w14:paraId="5101A0E4" w14:textId="77777777" w:rsidR="00DF0675" w:rsidRPr="00416DEF" w:rsidRDefault="00DF0675" w:rsidP="00DF0675">
            <w:pPr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val="pt-BR" w:eastAsia="ko-KR"/>
              </w:rPr>
              <w:t>전화</w:t>
            </w:r>
            <w:r w:rsidRPr="00416DEF">
              <w:rPr>
                <w:rFonts w:asciiTheme="minorEastAsia" w:hAnsiTheme="minorEastAsia" w:hint="eastAsia"/>
                <w:lang w:eastAsia="ko-KR"/>
              </w:rPr>
              <w:t>: +(256) 4 1733 3250/1/2</w:t>
            </w:r>
          </w:p>
          <w:p w14:paraId="46861C5A" w14:textId="77777777" w:rsidR="00DF0675" w:rsidRPr="00416DEF" w:rsidRDefault="00DF0675" w:rsidP="00DF0675">
            <w:pPr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val="pt-BR" w:eastAsia="ko-KR"/>
              </w:rPr>
              <w:t>팩스</w:t>
            </w:r>
            <w:r w:rsidRPr="00416DEF">
              <w:rPr>
                <w:rFonts w:asciiTheme="minorEastAsia" w:hAnsiTheme="minorEastAsia" w:hint="eastAsia"/>
                <w:lang w:eastAsia="ko-KR"/>
              </w:rPr>
              <w:t>: +(256) 4 1428 6123</w:t>
            </w:r>
          </w:p>
          <w:p w14:paraId="21FA7426" w14:textId="77777777" w:rsidR="00DF0675" w:rsidRPr="00416DEF" w:rsidRDefault="00DF0675" w:rsidP="00DF0675">
            <w:pPr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val="pt-BR" w:eastAsia="ko-KR"/>
              </w:rPr>
              <w:t>이메일</w:t>
            </w:r>
            <w:r w:rsidRPr="00416DEF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hyperlink r:id="rId8" w:history="1">
              <w:r w:rsidRPr="00416DEF">
                <w:rPr>
                  <w:rFonts w:asciiTheme="minorEastAsia" w:hAnsiTheme="minorEastAsia" w:hint="eastAsia"/>
                  <w:color w:val="0000FF"/>
                  <w:u w:val="single"/>
                  <w:lang w:eastAsia="ko-KR"/>
                </w:rPr>
                <w:t>info@unbs.go.ug</w:t>
              </w:r>
            </w:hyperlink>
          </w:p>
          <w:p w14:paraId="7AD74E0A" w14:textId="2046AC46" w:rsidR="00EE3A11" w:rsidRPr="00416DEF" w:rsidRDefault="00DF0675" w:rsidP="00DF0675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>웹사이트</w:t>
            </w:r>
            <w:r w:rsidR="005966BC" w:rsidRPr="00416DEF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hyperlink r:id="rId9" w:tgtFrame="_blank" w:history="1">
              <w:r w:rsidR="005966BC" w:rsidRPr="00416DEF">
                <w:rPr>
                  <w:rFonts w:asciiTheme="minorEastAsia" w:hAnsiTheme="minorEastAsia" w:hint="eastAsia"/>
                  <w:color w:val="0000FF"/>
                  <w:u w:val="single"/>
                  <w:lang w:eastAsia="ko-KR"/>
                </w:rPr>
                <w:t>https://www.unbs.go.ug</w:t>
              </w:r>
            </w:hyperlink>
            <w:bookmarkEnd w:id="3"/>
          </w:p>
          <w:p w14:paraId="30D9C9FF" w14:textId="5537F30F" w:rsidR="00F85C99" w:rsidRPr="00416DEF" w:rsidRDefault="004012EE" w:rsidP="00AA646C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위의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내용과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다를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경우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,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고지에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관련된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의견을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처리하도록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지정된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기관이나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담당기관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이름과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주소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>(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가능한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경우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,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전화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및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팩스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번호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,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이메일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및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웹사이트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주소를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포함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>)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를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표시해야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한다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AC6C6E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4" w:name="sps4a"/>
            <w:bookmarkEnd w:id="4"/>
          </w:p>
        </w:tc>
      </w:tr>
      <w:tr w:rsidR="00E30688" w:rsidRPr="00416DEF" w14:paraId="48FC604F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CF3F50B" w14:textId="77777777" w:rsidR="00F85C99" w:rsidRPr="00416DEF" w:rsidRDefault="005966BC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60C82A3" w14:textId="78DA6E5F" w:rsidR="00F85C99" w:rsidRPr="00416DEF" w:rsidRDefault="004012EE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bookmarkStart w:id="5" w:name="X_TBT_Reg_3A"/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조항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2.9.2</w:t>
            </w:r>
            <w:bookmarkEnd w:id="5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 xml:space="preserve"> [</w:t>
            </w:r>
            <w:bookmarkStart w:id="6" w:name="tbt3a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X</w:t>
            </w:r>
            <w:bookmarkEnd w:id="6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 xml:space="preserve">], </w:t>
            </w:r>
            <w:bookmarkStart w:id="7" w:name="X_TBT_Reg_3B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2.10.1</w:t>
            </w:r>
            <w:bookmarkEnd w:id="7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 xml:space="preserve"> [</w:t>
            </w:r>
            <w:bookmarkStart w:id="8" w:name="tbt3b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8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 xml:space="preserve">], </w:t>
            </w:r>
            <w:bookmarkStart w:id="9" w:name="X_TBT_Reg_3C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5.6.2</w:t>
            </w:r>
            <w:bookmarkEnd w:id="9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 xml:space="preserve"> [</w:t>
            </w:r>
            <w:bookmarkStart w:id="10" w:name="tbt3c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10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 xml:space="preserve">], </w:t>
            </w:r>
            <w:bookmarkStart w:id="11" w:name="X_TBT_Reg_3D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5.7.1</w:t>
            </w:r>
            <w:bookmarkEnd w:id="11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 xml:space="preserve"> [</w:t>
            </w:r>
            <w:bookmarkStart w:id="12" w:name="tbt3d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12"/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],</w:t>
            </w:r>
            <w:r w:rsidR="00F85CDF" w:rsidRPr="00416DEF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="008D641C" w:rsidRPr="00416DEF">
              <w:rPr>
                <w:rFonts w:asciiTheme="minorEastAsia" w:hAnsiTheme="minorEastAsia" w:hint="eastAsia"/>
                <w:b/>
                <w:lang w:eastAsia="ko-KR"/>
              </w:rPr>
              <w:t>3.2 [</w:t>
            </w:r>
            <w:bookmarkStart w:id="13" w:name="tbt3e"/>
            <w:r w:rsidR="008D641C" w:rsidRPr="00416DEF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13"/>
            <w:r w:rsidR="008D641C" w:rsidRPr="00416DEF">
              <w:rPr>
                <w:rFonts w:asciiTheme="minorEastAsia" w:hAnsiTheme="minorEastAsia" w:hint="eastAsia"/>
                <w:b/>
                <w:lang w:eastAsia="ko-KR"/>
              </w:rPr>
              <w:t>], 7.2 [</w:t>
            </w:r>
            <w:bookmarkStart w:id="14" w:name="tbt3f"/>
            <w:r w:rsidR="008D641C" w:rsidRPr="00416DEF">
              <w:rPr>
                <w:rFonts w:asciiTheme="minorEastAsia" w:hAnsiTheme="minorEastAsia" w:hint="eastAsia"/>
                <w:b/>
                <w:lang w:eastAsia="ko-KR"/>
              </w:rPr>
              <w:t> </w:t>
            </w:r>
            <w:bookmarkEnd w:id="14"/>
            <w:r w:rsidR="008D641C" w:rsidRPr="00416DEF">
              <w:rPr>
                <w:rFonts w:asciiTheme="minorEastAsia" w:hAnsiTheme="minorEastAsia" w:hint="eastAsia"/>
                <w:b/>
                <w:lang w:eastAsia="ko-KR"/>
              </w:rPr>
              <w:t>]</w:t>
            </w:r>
            <w:r w:rsidR="00D428FA" w:rsidRPr="00416DEF">
              <w:rPr>
                <w:rFonts w:asciiTheme="minorEastAsia" w:hAnsiTheme="minorEastAsia" w:hint="eastAsia"/>
                <w:b/>
                <w:lang w:eastAsia="ko-KR"/>
              </w:rPr>
              <w:t>,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>기타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에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근거해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통보</w:t>
            </w:r>
            <w:bookmarkStart w:id="15" w:name="tbt3g"/>
            <w:bookmarkEnd w:id="15"/>
            <w:r w:rsidR="00FF5C69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3531C5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6" w:name="tbt3h"/>
            <w:bookmarkEnd w:id="16"/>
          </w:p>
        </w:tc>
      </w:tr>
      <w:tr w:rsidR="00E30688" w:rsidRPr="00416DEF" w14:paraId="6D33C843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507A047" w14:textId="77777777" w:rsidR="00F85C99" w:rsidRPr="00416DEF" w:rsidRDefault="005966BC" w:rsidP="002F6A28">
            <w:pPr>
              <w:spacing w:before="120" w:after="120"/>
              <w:jc w:val="left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09C74A5" w14:textId="09717DFA" w:rsidR="00F85C99" w:rsidRPr="00416DEF" w:rsidRDefault="004012EE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해당제품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>(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/>
                <w:b/>
                <w:spacing w:val="-2"/>
                <w:lang w:eastAsia="ko-KR"/>
              </w:rPr>
              <w:t>HS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또는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CCCN</w:t>
            </w:r>
            <w:r w:rsidRPr="00416DEF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번호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그렇지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않으면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국정세율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제목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>.</w:t>
            </w:r>
            <w:r w:rsidRPr="00416DEF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416DEF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ICS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회원국은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추가로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제공될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수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있다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>)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r w:rsidR="00815024" w:rsidRPr="00416DEF">
              <w:rPr>
                <w:rFonts w:asciiTheme="minorEastAsia" w:hAnsiTheme="minorEastAsia" w:hint="eastAsia"/>
                <w:lang w:eastAsia="ko-KR"/>
              </w:rPr>
              <w:t>프리쉐이브 및 애프터쉐이브 제품을 비롯한 면도용 제품류 (HS 코드: 330710); 화장품. 세면용품 (ICS 코드: 71.100.70); 면도 크림</w:t>
            </w:r>
          </w:p>
        </w:tc>
      </w:tr>
      <w:tr w:rsidR="00E30688" w:rsidRPr="00416DEF" w14:paraId="0F36BEEF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696A8E0" w14:textId="77777777" w:rsidR="00F85C99" w:rsidRPr="00416DEF" w:rsidRDefault="005966BC" w:rsidP="002F6A28">
            <w:pPr>
              <w:spacing w:before="120" w:after="120"/>
              <w:jc w:val="left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CD98101" w14:textId="7356B3EE" w:rsidR="00F85C99" w:rsidRPr="00416DEF" w:rsidRDefault="004012EE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제목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(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페이지수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언어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>)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7" w:name="sps5a"/>
            <w:r w:rsidR="00EE3A11" w:rsidRPr="00416DEF">
              <w:rPr>
                <w:rFonts w:asciiTheme="minorEastAsia" w:hAnsiTheme="minorEastAsia" w:hint="eastAsia"/>
                <w:lang w:eastAsia="ko-KR"/>
              </w:rPr>
              <w:t xml:space="preserve">DEAS 840: 2023, </w:t>
            </w:r>
            <w:r w:rsidR="00CB1C32" w:rsidRPr="00416DEF">
              <w:rPr>
                <w:rFonts w:asciiTheme="minorEastAsia" w:hAnsiTheme="minorEastAsia" w:hint="eastAsia"/>
                <w:lang w:eastAsia="ko-KR"/>
              </w:rPr>
              <w:t>면도 크림</w:t>
            </w:r>
            <w:r w:rsidR="00EE3A11" w:rsidRPr="00416DEF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CB1C32" w:rsidRPr="00416DEF">
              <w:rPr>
                <w:rFonts w:asciiTheme="minorEastAsia" w:hAnsiTheme="minorEastAsia" w:hint="eastAsia"/>
                <w:lang w:eastAsia="ko-KR"/>
              </w:rPr>
              <w:t>규격,</w:t>
            </w:r>
            <w:r w:rsidR="00CB1C32" w:rsidRPr="00416DEF">
              <w:rPr>
                <w:rFonts w:asciiTheme="minorEastAsia" w:hAnsiTheme="minorEastAsia"/>
                <w:lang w:eastAsia="ko-KR"/>
              </w:rPr>
              <w:t xml:space="preserve"> </w:t>
            </w:r>
            <w:r w:rsidR="00CB1C32" w:rsidRPr="00416DEF">
              <w:rPr>
                <w:rFonts w:asciiTheme="minorEastAsia" w:hAnsiTheme="minorEastAsia" w:hint="eastAsia"/>
                <w:lang w:eastAsia="ko-KR"/>
              </w:rPr>
              <w:t>제2판</w:t>
            </w:r>
            <w:r w:rsidR="00EE3A11" w:rsidRPr="00416DEF">
              <w:rPr>
                <w:rFonts w:asciiTheme="minorEastAsia" w:hAnsiTheme="minorEastAsia" w:hint="eastAsia"/>
                <w:lang w:eastAsia="ko-KR"/>
              </w:rPr>
              <w:t xml:space="preserve"> (12 </w:t>
            </w:r>
            <w:r w:rsidR="00CB1C32" w:rsidRPr="00416DEF">
              <w:rPr>
                <w:rFonts w:asciiTheme="minorEastAsia" w:hAnsiTheme="minorEastAsia" w:hint="eastAsia"/>
                <w:lang w:eastAsia="ko-KR"/>
              </w:rPr>
              <w:t>페이지,</w:t>
            </w:r>
            <w:r w:rsidR="00CB1C32" w:rsidRPr="00416DEF">
              <w:rPr>
                <w:rFonts w:asciiTheme="minorEastAsia" w:hAnsiTheme="minorEastAsia"/>
                <w:lang w:eastAsia="ko-KR"/>
              </w:rPr>
              <w:t xml:space="preserve"> </w:t>
            </w:r>
            <w:r w:rsidR="00CB1C32" w:rsidRPr="00416DEF">
              <w:rPr>
                <w:rFonts w:asciiTheme="minorEastAsia" w:hAnsiTheme="minorEastAsia" w:hint="eastAsia"/>
                <w:lang w:eastAsia="ko-KR"/>
              </w:rPr>
              <w:t>영어)</w:t>
            </w:r>
            <w:bookmarkEnd w:id="17"/>
          </w:p>
        </w:tc>
      </w:tr>
      <w:tr w:rsidR="00E30688" w:rsidRPr="00416DEF" w14:paraId="0C7D9BB4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24799CF" w14:textId="77777777" w:rsidR="00F85C99" w:rsidRPr="00416DEF" w:rsidRDefault="005966BC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FE482E0" w14:textId="74E7B335" w:rsidR="00AE5E6D" w:rsidRPr="00416DEF" w:rsidRDefault="004012EE" w:rsidP="00AE5E6D">
            <w:pPr>
              <w:spacing w:before="120" w:after="120"/>
              <w:rPr>
                <w:rFonts w:asciiTheme="minorEastAsia" w:hAnsiTheme="minorEastAsia"/>
                <w:b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내용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FE448B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r w:rsidR="00AE5E6D" w:rsidRPr="00416DEF">
              <w:rPr>
                <w:rFonts w:asciiTheme="minorEastAsia" w:hAnsiTheme="minorEastAsia" w:hint="eastAsia"/>
                <w:lang w:eastAsia="ko-KR"/>
              </w:rPr>
              <w:t>본 동아프리카 표준안은 면도 크림에 대한 요구사항,</w:t>
            </w:r>
            <w:r w:rsidR="00AE5E6D" w:rsidRPr="00416DEF">
              <w:rPr>
                <w:rFonts w:asciiTheme="minorEastAsia" w:hAnsiTheme="minorEastAsia"/>
                <w:lang w:eastAsia="ko-KR"/>
              </w:rPr>
              <w:t xml:space="preserve"> </w:t>
            </w:r>
            <w:r w:rsidR="00AE5E6D" w:rsidRPr="00416DEF">
              <w:rPr>
                <w:rFonts w:asciiTheme="minorEastAsia" w:hAnsiTheme="minorEastAsia" w:hint="eastAsia"/>
                <w:lang w:eastAsia="ko-KR"/>
              </w:rPr>
              <w:t>샘플링 및 시험 방법을 규정한다.</w:t>
            </w:r>
          </w:p>
        </w:tc>
      </w:tr>
      <w:tr w:rsidR="00E30688" w:rsidRPr="00416DEF" w14:paraId="5B2DA3EC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9CAF114" w14:textId="77777777" w:rsidR="00F85C99" w:rsidRPr="00416DEF" w:rsidRDefault="005966BC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98F57F2" w14:textId="1C874D2B" w:rsidR="00AE5E6D" w:rsidRPr="00416DEF" w:rsidRDefault="004012EE" w:rsidP="00AE5E6D">
            <w:pPr>
              <w:spacing w:before="120" w:after="120"/>
              <w:rPr>
                <w:rFonts w:asciiTheme="minorEastAsia" w:hAnsiTheme="minorEastAsia"/>
                <w:b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적용할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시급한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문제의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성격을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포함하는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목적과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근거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hint="eastAsia"/>
                <w:lang w:eastAsia="ko-KR"/>
              </w:rPr>
              <w:t>소비자 정보 제공, 라벨링; 기만적 관행방지 및 소비자보호; 인간의 건강이나 안전 보호; 환경 보호; 품질 요건, 국제표준과의 조화; 무역장벽 해소 및 무역 촉진</w:t>
            </w:r>
          </w:p>
        </w:tc>
      </w:tr>
      <w:tr w:rsidR="00E30688" w:rsidRPr="00416DEF" w14:paraId="7DF36AE0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0F679BE" w14:textId="77777777" w:rsidR="00F85C99" w:rsidRPr="00416DEF" w:rsidRDefault="005966BC" w:rsidP="009E75ED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AA91BCF" w14:textId="15B9525F" w:rsidR="00072B36" w:rsidRPr="00416DEF" w:rsidRDefault="004012EE" w:rsidP="009E75ED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관련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문서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</w:p>
          <w:p w14:paraId="149C8701" w14:textId="63C11472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bookmarkStart w:id="18" w:name="sps9a"/>
            <w:r w:rsidRPr="00416DEF">
              <w:rPr>
                <w:rFonts w:asciiTheme="minorEastAsia" w:hAnsiTheme="minorEastAsia" w:hint="eastAsia"/>
                <w:lang w:eastAsia="ko-KR"/>
              </w:rPr>
              <w:lastRenderedPageBreak/>
              <w:t>EAS 377 (</w:t>
            </w:r>
            <w:r w:rsidR="00E14384" w:rsidRPr="00416DEF">
              <w:rPr>
                <w:rFonts w:asciiTheme="minorEastAsia" w:hAnsiTheme="minorEastAsia" w:hint="eastAsia"/>
                <w:lang w:eastAsia="ko-KR"/>
              </w:rPr>
              <w:t>전체</w:t>
            </w:r>
            <w:r w:rsidRPr="00416DEF">
              <w:rPr>
                <w:rFonts w:asciiTheme="minorEastAsia" w:hAnsiTheme="minorEastAsia" w:hint="eastAsia"/>
                <w:lang w:eastAsia="ko-KR"/>
              </w:rPr>
              <w:t xml:space="preserve">), </w:t>
            </w:r>
            <w:r w:rsidR="00E14384" w:rsidRPr="00416DEF">
              <w:rPr>
                <w:rFonts w:asciiTheme="minorEastAsia" w:hAnsiTheme="minorEastAsia" w:hint="eastAsia"/>
                <w:lang w:eastAsia="ko-KR"/>
              </w:rPr>
              <w:t>화장품 및 화장제품</w:t>
            </w:r>
          </w:p>
          <w:p w14:paraId="53F3F62F" w14:textId="237F7068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EAS 846, </w:t>
            </w:r>
            <w:r w:rsidR="00E14384" w:rsidRPr="00416DEF">
              <w:rPr>
                <w:rFonts w:asciiTheme="minorEastAsia" w:hAnsiTheme="minorEastAsia" w:hint="eastAsia"/>
                <w:lang w:eastAsia="ko-KR"/>
              </w:rPr>
              <w:t>화장품 산업 관련 용어집</w:t>
            </w:r>
          </w:p>
          <w:p w14:paraId="51384FD6" w14:textId="6D44BD00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EAS 847-7, </w:t>
            </w:r>
            <w:r w:rsidR="00E14384" w:rsidRPr="00416DEF">
              <w:rPr>
                <w:rFonts w:asciiTheme="minorEastAsia" w:hAnsiTheme="minorEastAsia" w:hint="eastAsia"/>
                <w:bCs/>
                <w:lang w:eastAsia="ko-KR"/>
              </w:rPr>
              <w:t>화장품</w:t>
            </w:r>
            <w:r w:rsidR="00E14384" w:rsidRPr="00416DEF">
              <w:rPr>
                <w:rFonts w:asciiTheme="minorEastAsia" w:hAnsiTheme="minorEastAsia"/>
                <w:bCs/>
                <w:lang w:eastAsia="ko-KR"/>
              </w:rPr>
              <w:t xml:space="preserve"> — </w:t>
            </w:r>
            <w:r w:rsidR="00E14384" w:rsidRPr="00416DEF">
              <w:rPr>
                <w:rFonts w:asciiTheme="minorEastAsia" w:hAnsiTheme="minorEastAsia" w:hint="eastAsia"/>
                <w:bCs/>
                <w:lang w:eastAsia="ko-KR"/>
              </w:rPr>
              <w:t>분석방법</w:t>
            </w:r>
            <w:r w:rsidR="00E14384" w:rsidRPr="00416DEF">
              <w:rPr>
                <w:rFonts w:asciiTheme="minorEastAsia" w:hAnsiTheme="minorEastAsia"/>
                <w:bCs/>
                <w:lang w:eastAsia="ko-KR"/>
              </w:rPr>
              <w:t xml:space="preserve"> — </w:t>
            </w:r>
            <w:r w:rsidR="00E14384" w:rsidRPr="00416DEF">
              <w:rPr>
                <w:rFonts w:asciiTheme="minorEastAsia" w:hAnsiTheme="minorEastAsia" w:hint="eastAsia"/>
                <w:bCs/>
                <w:lang w:eastAsia="ko-KR"/>
              </w:rPr>
              <w:t>제7부</w:t>
            </w:r>
            <w:r w:rsidR="00E14384" w:rsidRPr="00416DEF">
              <w:rPr>
                <w:rFonts w:asciiTheme="minorEastAsia" w:hAnsiTheme="minorEastAsia"/>
                <w:bCs/>
                <w:lang w:eastAsia="ko-KR"/>
              </w:rPr>
              <w:t xml:space="preserve">: </w:t>
            </w:r>
            <w:r w:rsidR="00E14384" w:rsidRPr="00416DEF">
              <w:rPr>
                <w:rFonts w:asciiTheme="minorEastAsia" w:hAnsiTheme="minorEastAsia" w:hint="eastAsia"/>
                <w:bCs/>
                <w:lang w:eastAsia="ko-KR"/>
              </w:rPr>
              <w:t>비중 측정</w:t>
            </w:r>
            <w:r w:rsidR="00E14384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</w:p>
          <w:p w14:paraId="785BB655" w14:textId="6A963AC4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EAS 847-16, </w:t>
            </w:r>
            <w:r w:rsidR="00E14384" w:rsidRPr="00416DEF">
              <w:rPr>
                <w:rFonts w:asciiTheme="minorEastAsia" w:hAnsiTheme="minorEastAsia" w:hint="eastAsia"/>
                <w:lang w:eastAsia="ko-KR"/>
              </w:rPr>
              <w:t xml:space="preserve">화장품 — 분석 방법 — 제16부: 납, 수은 및 비소 함량 측정 </w:t>
            </w:r>
          </w:p>
          <w:p w14:paraId="22D8EEDA" w14:textId="77777777" w:rsidR="00E14384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EAS 847-17, </w:t>
            </w:r>
            <w:r w:rsidR="00E14384" w:rsidRPr="00416DEF">
              <w:rPr>
                <w:rFonts w:asciiTheme="minorEastAsia" w:hAnsiTheme="minorEastAsia" w:hint="eastAsia"/>
                <w:lang w:eastAsia="ko-KR"/>
              </w:rPr>
              <w:t xml:space="preserve">화장품 — 분석 방법 — 제17부: pH 측정 </w:t>
            </w:r>
          </w:p>
          <w:p w14:paraId="41343047" w14:textId="2DC7851A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EAS 847-18, </w:t>
            </w:r>
            <w:r w:rsidR="00E14384" w:rsidRPr="00416DEF">
              <w:rPr>
                <w:rFonts w:asciiTheme="minorEastAsia" w:hAnsiTheme="minorEastAsia" w:hint="eastAsia"/>
                <w:lang w:eastAsia="ko-KR"/>
              </w:rPr>
              <w:t xml:space="preserve">화장품 — 분석 방법 — 제18부: 열 안정성 측정 </w:t>
            </w:r>
          </w:p>
          <w:p w14:paraId="0A2CECBD" w14:textId="04DFFDFE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EAS 847-20, </w:t>
            </w:r>
            <w:r w:rsidR="0080587D" w:rsidRPr="00416DEF">
              <w:rPr>
                <w:rFonts w:asciiTheme="minorEastAsia" w:hAnsiTheme="minorEastAsia" w:hint="eastAsia"/>
                <w:bCs/>
                <w:lang w:eastAsia="ko-KR"/>
              </w:rPr>
              <w:t>화장품 — 분석방법 — 제2</w:t>
            </w:r>
            <w:r w:rsidR="0080587D" w:rsidRPr="00416DEF">
              <w:rPr>
                <w:rFonts w:asciiTheme="minorEastAsia" w:hAnsiTheme="minorEastAsia"/>
                <w:bCs/>
                <w:lang w:eastAsia="ko-KR"/>
              </w:rPr>
              <w:t>0</w:t>
            </w:r>
            <w:r w:rsidR="0080587D" w:rsidRPr="00416DEF">
              <w:rPr>
                <w:rFonts w:asciiTheme="minorEastAsia" w:hAnsiTheme="minorEastAsia" w:hint="eastAsia"/>
                <w:bCs/>
                <w:lang w:eastAsia="ko-KR"/>
              </w:rPr>
              <w:t>부: 비누거품 부피(거품발생력)</w:t>
            </w:r>
            <w:r w:rsidR="0080587D" w:rsidRPr="00416DEF">
              <w:rPr>
                <w:rFonts w:asciiTheme="minorEastAsia" w:hAnsiTheme="minorEastAsia"/>
                <w:bCs/>
                <w:lang w:eastAsia="ko-KR"/>
              </w:rPr>
              <w:t xml:space="preserve"> </w:t>
            </w:r>
            <w:r w:rsidR="0080587D" w:rsidRPr="00416DEF">
              <w:rPr>
                <w:rFonts w:asciiTheme="minorEastAsia" w:hAnsiTheme="minorEastAsia" w:hint="eastAsia"/>
                <w:bCs/>
                <w:lang w:eastAsia="ko-KR"/>
              </w:rPr>
              <w:t>측정</w:t>
            </w:r>
          </w:p>
          <w:p w14:paraId="7882B312" w14:textId="129DD264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EAS 847-27, </w:t>
            </w:r>
            <w:r w:rsidR="0080587D" w:rsidRPr="00416DEF">
              <w:rPr>
                <w:rFonts w:asciiTheme="minorEastAsia" w:hAnsiTheme="minorEastAsia" w:hint="eastAsia"/>
                <w:lang w:eastAsia="ko-KR"/>
              </w:rPr>
              <w:t>화장품</w:t>
            </w:r>
            <w:r w:rsidRPr="00416DEF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80587D" w:rsidRPr="00416DEF">
              <w:rPr>
                <w:rFonts w:asciiTheme="minorEastAsia" w:hAnsiTheme="minorEastAsia" w:hint="eastAsia"/>
                <w:lang w:eastAsia="ko-KR"/>
              </w:rPr>
              <w:t>분석방법</w:t>
            </w:r>
            <w:r w:rsidRPr="00416DEF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80587D" w:rsidRPr="00416DEF">
              <w:rPr>
                <w:rFonts w:asciiTheme="minorEastAsia" w:hAnsiTheme="minorEastAsia" w:hint="eastAsia"/>
                <w:lang w:eastAsia="ko-KR"/>
              </w:rPr>
              <w:t>제2</w:t>
            </w:r>
            <w:r w:rsidR="0080587D" w:rsidRPr="00416DEF">
              <w:rPr>
                <w:rFonts w:asciiTheme="minorEastAsia" w:hAnsiTheme="minorEastAsia"/>
                <w:lang w:eastAsia="ko-KR"/>
              </w:rPr>
              <w:t>7</w:t>
            </w:r>
            <w:r w:rsidR="0080587D" w:rsidRPr="00416DEF">
              <w:rPr>
                <w:rFonts w:asciiTheme="minorEastAsia" w:hAnsiTheme="minorEastAsia" w:hint="eastAsia"/>
                <w:lang w:eastAsia="ko-KR"/>
              </w:rPr>
              <w:t>부</w:t>
            </w:r>
            <w:r w:rsidRPr="00416DEF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r w:rsidR="0080587D" w:rsidRPr="00416DEF">
              <w:rPr>
                <w:rFonts w:asciiTheme="minorEastAsia" w:hAnsiTheme="minorEastAsia" w:hint="eastAsia"/>
                <w:lang w:eastAsia="ko-KR"/>
              </w:rPr>
              <w:t>중량법에 의한 총 지방물질 측정</w:t>
            </w:r>
          </w:p>
          <w:p w14:paraId="491CC462" w14:textId="3941DD3F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EAS 847-28, </w:t>
            </w:r>
            <w:r w:rsidR="0080587D" w:rsidRPr="00416DEF">
              <w:rPr>
                <w:rFonts w:asciiTheme="minorEastAsia" w:hAnsiTheme="minorEastAsia" w:hint="eastAsia"/>
                <w:lang w:eastAsia="ko-KR"/>
              </w:rPr>
              <w:t>화장품</w:t>
            </w:r>
            <w:r w:rsidRPr="00416DEF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80587D" w:rsidRPr="00416DEF">
              <w:rPr>
                <w:rFonts w:asciiTheme="minorEastAsia" w:hAnsiTheme="minorEastAsia" w:hint="eastAsia"/>
                <w:lang w:eastAsia="ko-KR"/>
              </w:rPr>
              <w:t>분석방법</w:t>
            </w:r>
            <w:r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r w:rsidR="0080587D" w:rsidRPr="00416DEF">
              <w:rPr>
                <w:rFonts w:asciiTheme="minorEastAsia" w:hAnsiTheme="minorEastAsia" w:hint="eastAsia"/>
                <w:lang w:eastAsia="ko-KR"/>
              </w:rPr>
              <w:t>— 제2</w:t>
            </w:r>
            <w:r w:rsidR="0080587D" w:rsidRPr="00416DEF">
              <w:rPr>
                <w:rFonts w:asciiTheme="minorEastAsia" w:hAnsiTheme="minorEastAsia"/>
                <w:lang w:eastAsia="ko-KR"/>
              </w:rPr>
              <w:t>8</w:t>
            </w:r>
            <w:r w:rsidR="0080587D" w:rsidRPr="00416DEF">
              <w:rPr>
                <w:rFonts w:asciiTheme="minorEastAsia" w:hAnsiTheme="minorEastAsia" w:hint="eastAsia"/>
                <w:lang w:eastAsia="ko-KR"/>
              </w:rPr>
              <w:t>부</w:t>
            </w:r>
            <w:r w:rsidRPr="00416DEF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r w:rsidR="0080587D" w:rsidRPr="00416DEF">
              <w:rPr>
                <w:rFonts w:asciiTheme="minorEastAsia" w:hAnsiTheme="minorEastAsia" w:hint="eastAsia"/>
                <w:lang w:eastAsia="ko-KR"/>
              </w:rPr>
              <w:t>유리 가성 알칼리 측정</w:t>
            </w:r>
          </w:p>
          <w:p w14:paraId="6FA6AD67" w14:textId="20DB1AC0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ISO 18416, </w:t>
            </w:r>
            <w:r w:rsidR="00DF0B49" w:rsidRPr="00416DEF">
              <w:rPr>
                <w:rFonts w:asciiTheme="minorEastAsia" w:hAnsiTheme="minorEastAsia" w:hint="eastAsia"/>
                <w:lang w:eastAsia="ko-KR"/>
              </w:rPr>
              <w:t xml:space="preserve">화장품 — 미생물학 — 칸디다 알비칸스 검출 </w:t>
            </w:r>
          </w:p>
          <w:p w14:paraId="68574565" w14:textId="63A72D16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ISO 21150, </w:t>
            </w:r>
            <w:r w:rsidR="00CD5522" w:rsidRPr="00416DEF">
              <w:rPr>
                <w:rFonts w:asciiTheme="minorEastAsia" w:hAnsiTheme="minorEastAsia" w:hint="eastAsia"/>
                <w:lang w:eastAsia="ko-KR"/>
              </w:rPr>
              <w:t xml:space="preserve">화장품 — 미생물학 — 대장균 검출 </w:t>
            </w:r>
          </w:p>
          <w:p w14:paraId="770E32FE" w14:textId="0C37685D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ISO 22717, </w:t>
            </w:r>
            <w:r w:rsidR="00CD5522" w:rsidRPr="00416DEF">
              <w:rPr>
                <w:rFonts w:asciiTheme="minorEastAsia" w:hAnsiTheme="minorEastAsia" w:hint="eastAsia"/>
                <w:lang w:eastAsia="ko-KR"/>
              </w:rPr>
              <w:t xml:space="preserve">화장품 — 미생물학 — 녹농균 검출 </w:t>
            </w:r>
          </w:p>
          <w:p w14:paraId="76C72B6A" w14:textId="2315FC2E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ISO 22718, </w:t>
            </w:r>
            <w:r w:rsidR="00CD5522" w:rsidRPr="00416DEF">
              <w:rPr>
                <w:rFonts w:asciiTheme="minorEastAsia" w:hAnsiTheme="minorEastAsia" w:hint="eastAsia"/>
                <w:lang w:eastAsia="ko-KR"/>
              </w:rPr>
              <w:t xml:space="preserve">화장품 — 미생물학 — 황색포도상구균 검출 </w:t>
            </w:r>
          </w:p>
          <w:p w14:paraId="51D96623" w14:textId="444EF327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ISO 24153, </w:t>
            </w:r>
            <w:r w:rsidR="00CD5522" w:rsidRPr="00416DEF">
              <w:rPr>
                <w:rFonts w:asciiTheme="minorEastAsia" w:hAnsiTheme="minorEastAsia" w:hint="eastAsia"/>
                <w:lang w:eastAsia="ko-KR"/>
              </w:rPr>
              <w:t xml:space="preserve">랜덤 샘플링 및 랜덤화 절차 </w:t>
            </w:r>
          </w:p>
          <w:p w14:paraId="1C302475" w14:textId="109E4259" w:rsidR="00F85C99" w:rsidRPr="00416DEF" w:rsidRDefault="005966BC" w:rsidP="009E75ED">
            <w:pPr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hint="eastAsia"/>
                <w:lang w:eastAsia="ko-KR"/>
              </w:rPr>
              <w:t xml:space="preserve">EAS 840: 2017, </w:t>
            </w:r>
            <w:r w:rsidR="00CD5522" w:rsidRPr="00416DEF">
              <w:rPr>
                <w:rFonts w:asciiTheme="minorEastAsia" w:hAnsiTheme="minorEastAsia" w:hint="eastAsia"/>
                <w:lang w:eastAsia="ko-KR"/>
              </w:rPr>
              <w:t>면도 크림</w:t>
            </w:r>
            <w:r w:rsidRPr="00416DEF">
              <w:rPr>
                <w:rFonts w:asciiTheme="minorEastAsia" w:hAnsiTheme="minorEastAsia" w:hint="eastAsia"/>
                <w:lang w:eastAsia="ko-KR"/>
              </w:rPr>
              <w:t xml:space="preserve"> — </w:t>
            </w:r>
            <w:r w:rsidR="00CD5522" w:rsidRPr="00416DEF">
              <w:rPr>
                <w:rFonts w:asciiTheme="minorEastAsia" w:hAnsiTheme="minorEastAsia" w:hint="eastAsia"/>
                <w:lang w:eastAsia="ko-KR"/>
              </w:rPr>
              <w:t>규격</w:t>
            </w:r>
            <w:bookmarkEnd w:id="18"/>
          </w:p>
        </w:tc>
      </w:tr>
      <w:tr w:rsidR="00E30688" w:rsidRPr="00416DEF" w14:paraId="17DDE6D9" w14:textId="77777777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E58136D" w14:textId="77777777" w:rsidR="00EE3A11" w:rsidRPr="00416DEF" w:rsidRDefault="005966BC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lastRenderedPageBreak/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3EE26C6" w14:textId="61EF26F5" w:rsidR="00EE3A11" w:rsidRPr="00416DEF" w:rsidRDefault="004012EE" w:rsidP="008953C4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채택</w:t>
            </w:r>
            <w:r w:rsidRPr="00416DEF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예정일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5966BC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19" w:name="sps10a"/>
            <w:bookmarkEnd w:id="19"/>
            <w:r w:rsidRPr="00416DEF">
              <w:rPr>
                <w:rFonts w:asciiTheme="minorEastAsia" w:hAnsiTheme="minorEastAsia" w:hint="eastAsia"/>
                <w:lang w:eastAsia="ko-KR"/>
              </w:rPr>
              <w:t>추후 결정</w:t>
            </w:r>
          </w:p>
          <w:p w14:paraId="32523C3E" w14:textId="1E2974C4" w:rsidR="00EE3A11" w:rsidRPr="00416DEF" w:rsidRDefault="004012EE" w:rsidP="008953C4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시행</w:t>
            </w:r>
            <w:r w:rsidRPr="00416DEF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lang w:eastAsia="ko-KR"/>
              </w:rPr>
              <w:t>예정일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5966BC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20" w:name="sps11a"/>
            <w:bookmarkEnd w:id="20"/>
            <w:r w:rsidRPr="00416DEF">
              <w:rPr>
                <w:rFonts w:asciiTheme="minorEastAsia" w:hAnsiTheme="minorEastAsia" w:hint="eastAsia"/>
                <w:lang w:eastAsia="ko-KR"/>
              </w:rPr>
              <w:t>추후 결정</w:t>
            </w:r>
          </w:p>
        </w:tc>
      </w:tr>
      <w:tr w:rsidR="00E30688" w:rsidRPr="00416DEF" w14:paraId="0716CBAB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6EDE1E2" w14:textId="77777777" w:rsidR="00F85C99" w:rsidRPr="00416DEF" w:rsidRDefault="005966BC" w:rsidP="002F6A28">
            <w:pPr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EFF66C7" w14:textId="7ED8DF46" w:rsidR="00F85C99" w:rsidRPr="00416DEF" w:rsidRDefault="004012EE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의견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마감일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416DEF">
              <w:rPr>
                <w:rFonts w:asciiTheme="minorEastAsia" w:hAnsiTheme="minorEastAsia" w:hint="eastAsia"/>
                <w:lang w:eastAsia="ko-KR"/>
              </w:rPr>
              <w:t xml:space="preserve"> </w:t>
            </w:r>
            <w:bookmarkStart w:id="21" w:name="sps12a"/>
            <w:r w:rsidR="00754DEC" w:rsidRPr="00416DEF">
              <w:rPr>
                <w:rFonts w:asciiTheme="minorEastAsia" w:hAnsiTheme="minorEastAsia" w:hint="eastAsia"/>
                <w:lang w:eastAsia="ko-KR"/>
              </w:rPr>
              <w:t xml:space="preserve">통보일로부터 </w:t>
            </w:r>
            <w:r w:rsidR="00EE3A11" w:rsidRPr="00416DEF">
              <w:rPr>
                <w:rFonts w:asciiTheme="minorEastAsia" w:hAnsiTheme="minorEastAsia" w:hint="eastAsia"/>
                <w:lang w:eastAsia="ko-KR"/>
              </w:rPr>
              <w:t>60</w:t>
            </w:r>
            <w:r w:rsidR="00754DEC" w:rsidRPr="00416DEF">
              <w:rPr>
                <w:rFonts w:asciiTheme="minorEastAsia" w:hAnsiTheme="minorEastAsia" w:hint="eastAsia"/>
                <w:lang w:eastAsia="ko-KR"/>
              </w:rPr>
              <w:t>일</w:t>
            </w:r>
            <w:bookmarkEnd w:id="21"/>
          </w:p>
        </w:tc>
      </w:tr>
      <w:tr w:rsidR="00E30688" w:rsidRPr="00416DEF" w14:paraId="4E433CA4" w14:textId="77777777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14:paraId="10901DC4" w14:textId="77777777" w:rsidR="00F85C99" w:rsidRPr="00416DEF" w:rsidRDefault="005966BC" w:rsidP="00E969D2">
            <w:pPr>
              <w:keepNext/>
              <w:keepLines/>
              <w:spacing w:before="120" w:after="120"/>
              <w:jc w:val="left"/>
              <w:rPr>
                <w:rFonts w:asciiTheme="minorEastAsia" w:hAnsiTheme="minorEastAsia"/>
                <w:b/>
                <w:lang w:eastAsia="ko-KR"/>
              </w:rPr>
            </w:pPr>
            <w:r w:rsidRPr="00416DEF">
              <w:rPr>
                <w:rFonts w:asciiTheme="minorEastAsia" w:hAnsiTheme="minorEastAsia" w:hint="eastAsia"/>
                <w:b/>
                <w:lang w:eastAsia="ko-KR"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14:paraId="03D295FD" w14:textId="5261D1B2" w:rsidR="00F85C99" w:rsidRPr="00416DEF" w:rsidRDefault="004012EE" w:rsidP="00B16145">
            <w:pPr>
              <w:keepNext/>
              <w:keepLines/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문건을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확인할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수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있는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출처</w:t>
            </w:r>
            <w:r w:rsidRPr="00416DEF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: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국가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질의처</w:t>
            </w:r>
            <w:r w:rsidRPr="00416DEF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/>
                <w:b/>
                <w:lang w:eastAsia="ko-KR"/>
              </w:rPr>
              <w:t>[X]</w:t>
            </w:r>
            <w:r w:rsidRPr="00416DEF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또는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주소</w:t>
            </w:r>
            <w:r w:rsidRPr="00416DEF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,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전화와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팩스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번호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그리고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이메일과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웹사이트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주소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다른</w:t>
            </w:r>
            <w:r w:rsidRPr="00416DEF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416DEF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기관</w:t>
            </w:r>
            <w:r w:rsidR="005966BC" w:rsidRPr="00416DEF">
              <w:rPr>
                <w:rFonts w:asciiTheme="minorEastAsia" w:hAnsiTheme="minorEastAsia" w:hint="eastAsia"/>
                <w:b/>
                <w:lang w:eastAsia="ko-KR"/>
              </w:rPr>
              <w:t>:</w:t>
            </w:r>
            <w:r w:rsidR="00EE3A11" w:rsidRPr="00416DEF">
              <w:rPr>
                <w:rFonts w:asciiTheme="minorEastAsia" w:hAnsiTheme="minorEastAsia" w:hint="eastAsia"/>
                <w:bCs/>
                <w:lang w:eastAsia="ko-KR"/>
              </w:rPr>
              <w:t xml:space="preserve"> </w:t>
            </w:r>
            <w:bookmarkStart w:id="22" w:name="sps13c"/>
          </w:p>
          <w:p w14:paraId="5008D909" w14:textId="77777777" w:rsidR="00754DEC" w:rsidRPr="00416DEF" w:rsidRDefault="00754DEC" w:rsidP="00754DEC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416DEF">
              <w:rPr>
                <w:rFonts w:asciiTheme="minorEastAsia" w:hAnsiTheme="minorEastAsia" w:hint="eastAsia"/>
                <w:bCs/>
                <w:lang w:eastAsia="ko-KR"/>
              </w:rPr>
              <w:t>우간다 표준국</w:t>
            </w:r>
          </w:p>
          <w:p w14:paraId="7E7B0914" w14:textId="77777777" w:rsidR="00754DEC" w:rsidRPr="00416DEF" w:rsidRDefault="00754DEC" w:rsidP="00754DEC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416DEF">
              <w:rPr>
                <w:rFonts w:asciiTheme="minorEastAsia" w:hAnsiTheme="minorEastAsia" w:hint="eastAsia"/>
                <w:bCs/>
                <w:lang w:eastAsia="ko-KR"/>
              </w:rPr>
              <w:t>주소: Plot 2-12 ByPass Link, Bweyogerere Industrial and Business Park</w:t>
            </w:r>
          </w:p>
          <w:p w14:paraId="51184A29" w14:textId="77777777" w:rsidR="00754DEC" w:rsidRPr="00416DEF" w:rsidRDefault="00754DEC" w:rsidP="00754DEC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416DEF">
              <w:rPr>
                <w:rFonts w:asciiTheme="minorEastAsia" w:hAnsiTheme="minorEastAsia" w:hint="eastAsia"/>
                <w:bCs/>
                <w:lang w:eastAsia="ko-KR"/>
              </w:rPr>
              <w:t>P.O. Box 6329</w:t>
            </w:r>
          </w:p>
          <w:p w14:paraId="2BE1F783" w14:textId="77777777" w:rsidR="00754DEC" w:rsidRPr="00416DEF" w:rsidRDefault="00754DEC" w:rsidP="00754DEC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416DEF">
              <w:rPr>
                <w:rFonts w:asciiTheme="minorEastAsia" w:hAnsiTheme="minorEastAsia" w:hint="eastAsia"/>
                <w:bCs/>
                <w:lang w:eastAsia="ko-KR"/>
              </w:rPr>
              <w:t>Kampala, Uganda</w:t>
            </w:r>
          </w:p>
          <w:p w14:paraId="16E136A8" w14:textId="77777777" w:rsidR="00754DEC" w:rsidRPr="00416DEF" w:rsidRDefault="00754DEC" w:rsidP="00754DEC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416DEF">
              <w:rPr>
                <w:rFonts w:asciiTheme="minorEastAsia" w:hAnsiTheme="minorEastAsia" w:hint="eastAsia"/>
                <w:bCs/>
                <w:lang w:val="pt-BR" w:eastAsia="ko-KR"/>
              </w:rPr>
              <w:t>전화</w:t>
            </w:r>
            <w:r w:rsidRPr="00416DEF">
              <w:rPr>
                <w:rFonts w:asciiTheme="minorEastAsia" w:hAnsiTheme="minorEastAsia" w:hint="eastAsia"/>
                <w:bCs/>
                <w:lang w:eastAsia="ko-KR"/>
              </w:rPr>
              <w:t>: +(256) 4 1733 3250/1/2</w:t>
            </w:r>
          </w:p>
          <w:p w14:paraId="58FA8B3E" w14:textId="77777777" w:rsidR="00754DEC" w:rsidRPr="00416DEF" w:rsidRDefault="00754DEC" w:rsidP="00754DEC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416DEF">
              <w:rPr>
                <w:rFonts w:asciiTheme="minorEastAsia" w:hAnsiTheme="minorEastAsia" w:hint="eastAsia"/>
                <w:bCs/>
                <w:lang w:val="pt-BR" w:eastAsia="ko-KR"/>
              </w:rPr>
              <w:t>팩스</w:t>
            </w:r>
            <w:r w:rsidRPr="00416DEF">
              <w:rPr>
                <w:rFonts w:asciiTheme="minorEastAsia" w:hAnsiTheme="minorEastAsia" w:hint="eastAsia"/>
                <w:bCs/>
                <w:lang w:eastAsia="ko-KR"/>
              </w:rPr>
              <w:t>: +(256) 4 1428 6123</w:t>
            </w:r>
          </w:p>
          <w:p w14:paraId="1EBCBCEA" w14:textId="77777777" w:rsidR="00754DEC" w:rsidRPr="00416DEF" w:rsidRDefault="00754DEC" w:rsidP="00754DEC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416DEF">
              <w:rPr>
                <w:rFonts w:asciiTheme="minorEastAsia" w:hAnsiTheme="minorEastAsia" w:hint="eastAsia"/>
                <w:bCs/>
                <w:lang w:val="pt-BR" w:eastAsia="ko-KR"/>
              </w:rPr>
              <w:t>이메일</w:t>
            </w:r>
            <w:r w:rsidRPr="00416DEF">
              <w:rPr>
                <w:rFonts w:asciiTheme="minorEastAsia" w:hAnsiTheme="minorEastAsia" w:hint="eastAsia"/>
                <w:bCs/>
                <w:lang w:eastAsia="ko-KR"/>
              </w:rPr>
              <w:t xml:space="preserve">: </w:t>
            </w:r>
            <w:hyperlink r:id="rId10" w:history="1">
              <w:r w:rsidRPr="00416DEF">
                <w:rPr>
                  <w:rFonts w:asciiTheme="minorEastAsia" w:hAnsiTheme="minorEastAsia" w:hint="eastAsia"/>
                  <w:bCs/>
                  <w:color w:val="0000FF"/>
                  <w:u w:val="single"/>
                  <w:lang w:eastAsia="ko-KR"/>
                </w:rPr>
                <w:t>info@unbs.go.ug</w:t>
              </w:r>
            </w:hyperlink>
          </w:p>
          <w:p w14:paraId="020F946D" w14:textId="49A82C5B" w:rsidR="00EE3A11" w:rsidRPr="00416DEF" w:rsidRDefault="00754DEC" w:rsidP="00754DEC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416DEF">
              <w:rPr>
                <w:rFonts w:asciiTheme="minorEastAsia" w:hAnsiTheme="minorEastAsia" w:hint="eastAsia"/>
                <w:bCs/>
                <w:lang w:eastAsia="ko-KR"/>
              </w:rPr>
              <w:t>웹사이트</w:t>
            </w:r>
            <w:r w:rsidR="005966BC" w:rsidRPr="00416DEF">
              <w:rPr>
                <w:rFonts w:asciiTheme="minorEastAsia" w:hAnsiTheme="minorEastAsia" w:hint="eastAsia"/>
                <w:bCs/>
                <w:lang w:eastAsia="ko-KR"/>
              </w:rPr>
              <w:t xml:space="preserve">: </w:t>
            </w:r>
            <w:hyperlink r:id="rId11" w:tgtFrame="_blank" w:history="1">
              <w:r w:rsidR="005966BC" w:rsidRPr="00416DEF">
                <w:rPr>
                  <w:rFonts w:asciiTheme="minorEastAsia" w:hAnsiTheme="minorEastAsia" w:hint="eastAsia"/>
                  <w:bCs/>
                  <w:color w:val="0000FF"/>
                  <w:u w:val="single"/>
                  <w:lang w:eastAsia="ko-KR"/>
                </w:rPr>
                <w:t>https://www.unbs.go.ug</w:t>
              </w:r>
            </w:hyperlink>
          </w:p>
          <w:p w14:paraId="2ABDCBE1" w14:textId="77777777" w:rsidR="00EE3A11" w:rsidRPr="00416DEF" w:rsidRDefault="00175958" w:rsidP="00B16145">
            <w:pPr>
              <w:keepNext/>
              <w:keepLines/>
              <w:pBdr>
                <w:top w:val="none" w:sz="0" w:space="4" w:color="auto"/>
              </w:pBdr>
              <w:spacing w:after="120"/>
              <w:rPr>
                <w:rFonts w:asciiTheme="minorEastAsia" w:hAnsiTheme="minorEastAsia"/>
                <w:bCs/>
                <w:lang w:eastAsia="ko-KR"/>
              </w:rPr>
            </w:pPr>
            <w:hyperlink r:id="rId12" w:tgtFrame="_blank" w:history="1">
              <w:r w:rsidR="005966BC" w:rsidRPr="00416DEF">
                <w:rPr>
                  <w:rFonts w:asciiTheme="minorEastAsia" w:hAnsiTheme="minorEastAsia" w:hint="eastAsia"/>
                  <w:bCs/>
                  <w:color w:val="0000FF"/>
                  <w:u w:val="single"/>
                  <w:lang w:eastAsia="ko-KR"/>
                </w:rPr>
                <w:t>https://members.wto.org/crnattachments/2023/TBT/UGA/23_12293_00_e.pdf</w:t>
              </w:r>
            </w:hyperlink>
            <w:bookmarkEnd w:id="22"/>
          </w:p>
        </w:tc>
      </w:tr>
    </w:tbl>
    <w:p w14:paraId="047A43D6" w14:textId="77777777" w:rsidR="00EE3A11" w:rsidRPr="00416DEF" w:rsidRDefault="00EE3A11" w:rsidP="002F6A28">
      <w:pPr>
        <w:rPr>
          <w:rFonts w:asciiTheme="minorEastAsia" w:hAnsiTheme="minorEastAsia"/>
          <w:lang w:eastAsia="ko-KR"/>
        </w:rPr>
      </w:pPr>
    </w:p>
    <w:sectPr w:rsidR="00EE3A11" w:rsidRPr="00416DEF" w:rsidSect="005966B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304901" w14:textId="77777777" w:rsidR="009A3B16" w:rsidRDefault="009A3B16">
      <w:r>
        <w:separator/>
      </w:r>
    </w:p>
  </w:endnote>
  <w:endnote w:type="continuationSeparator" w:id="0">
    <w:p w14:paraId="591730FB" w14:textId="77777777" w:rsidR="009A3B16" w:rsidRDefault="009A3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05FB7" w14:textId="68C9C37D" w:rsidR="009239F7" w:rsidRPr="005966BC" w:rsidRDefault="005966BC" w:rsidP="005966BC">
    <w:pPr>
      <w:pStyle w:val="ab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C5220" w14:textId="4405493A" w:rsidR="009239F7" w:rsidRPr="005966BC" w:rsidRDefault="005966BC" w:rsidP="005966BC">
    <w:pPr>
      <w:pStyle w:val="ab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7F24E" w14:textId="77777777" w:rsidR="00EE3A11" w:rsidRPr="002F6A28" w:rsidRDefault="005966BC">
    <w:pPr>
      <w:pStyle w:val="ab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DB4760" w14:textId="77777777" w:rsidR="009A3B16" w:rsidRDefault="009A3B16">
      <w:r>
        <w:separator/>
      </w:r>
    </w:p>
  </w:footnote>
  <w:footnote w:type="continuationSeparator" w:id="0">
    <w:p w14:paraId="325C1D42" w14:textId="77777777" w:rsidR="009A3B16" w:rsidRDefault="009A3B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1E9AB3" w14:textId="77777777" w:rsidR="005966BC" w:rsidRPr="004012EE" w:rsidRDefault="005966BC" w:rsidP="005966BC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hAnsiTheme="minorEastAsia"/>
      </w:rPr>
    </w:pPr>
    <w:r w:rsidRPr="004012EE">
      <w:rPr>
        <w:rFonts w:asciiTheme="minorEastAsia" w:hAnsiTheme="minorEastAsia"/>
      </w:rPr>
      <w:t>G/TBT/N/BDI/400 • G/TBT/N/KEN/1495 • G/TBT/N/RWA/924 • G/TBT/N/TZA/1028 • G/TBT/N/UGA/1835</w:t>
    </w:r>
  </w:p>
  <w:p w14:paraId="205A5908" w14:textId="77777777" w:rsidR="005966BC" w:rsidRPr="004012EE" w:rsidRDefault="005966BC" w:rsidP="005966BC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hAnsiTheme="minorEastAsia"/>
      </w:rPr>
    </w:pPr>
  </w:p>
  <w:p w14:paraId="7F89B97E" w14:textId="38462BE0" w:rsidR="005966BC" w:rsidRPr="004012EE" w:rsidRDefault="005966BC" w:rsidP="005966BC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hAnsiTheme="minorEastAsia"/>
      </w:rPr>
    </w:pPr>
    <w:r w:rsidRPr="004012EE">
      <w:rPr>
        <w:rFonts w:asciiTheme="minorEastAsia" w:hAnsiTheme="minorEastAsia"/>
      </w:rPr>
      <w:t xml:space="preserve">- </w:t>
    </w:r>
    <w:r w:rsidRPr="004012EE">
      <w:rPr>
        <w:rFonts w:asciiTheme="minorEastAsia" w:hAnsiTheme="minorEastAsia"/>
      </w:rPr>
      <w:fldChar w:fldCharType="begin"/>
    </w:r>
    <w:r w:rsidRPr="004012EE">
      <w:rPr>
        <w:rFonts w:asciiTheme="minorEastAsia" w:hAnsiTheme="minorEastAsia"/>
      </w:rPr>
      <w:instrText xml:space="preserve"> PAGE </w:instrText>
    </w:r>
    <w:r w:rsidRPr="004012EE">
      <w:rPr>
        <w:rFonts w:asciiTheme="minorEastAsia" w:hAnsiTheme="minorEastAsia"/>
      </w:rPr>
      <w:fldChar w:fldCharType="separate"/>
    </w:r>
    <w:r w:rsidR="00175958">
      <w:rPr>
        <w:rFonts w:asciiTheme="minorEastAsia" w:hAnsiTheme="minorEastAsia"/>
        <w:noProof/>
      </w:rPr>
      <w:t>2</w:t>
    </w:r>
    <w:r w:rsidRPr="004012EE">
      <w:rPr>
        <w:rFonts w:asciiTheme="minorEastAsia" w:hAnsiTheme="minorEastAsia"/>
      </w:rPr>
      <w:fldChar w:fldCharType="end"/>
    </w:r>
    <w:r w:rsidRPr="004012EE">
      <w:rPr>
        <w:rFonts w:asciiTheme="minorEastAsia" w:hAnsiTheme="minorEastAsia"/>
      </w:rPr>
      <w:t xml:space="preserve"> -</w:t>
    </w:r>
  </w:p>
  <w:p w14:paraId="31A166F6" w14:textId="5E731216" w:rsidR="009239F7" w:rsidRPr="004012EE" w:rsidRDefault="009239F7" w:rsidP="005966BC">
    <w:pPr>
      <w:pStyle w:val="ad"/>
      <w:tabs>
        <w:tab w:val="clear" w:pos="4513"/>
        <w:tab w:val="clear" w:pos="9027"/>
      </w:tabs>
      <w:jc w:val="center"/>
      <w:rPr>
        <w:rFonts w:asciiTheme="minorEastAsia" w:hAnsiTheme="minor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7E69A6" w14:textId="77777777" w:rsidR="005966BC" w:rsidRPr="005966BC" w:rsidRDefault="005966BC" w:rsidP="005966BC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5966BC">
      <w:t>G/TBT/N/BDI/400 • G/TBT/N/KEN/1495 • G/TBT/N/RWA/924 • G/TBT/N/TZA/1028 • G/TBT/N/UGA/1835</w:t>
    </w:r>
  </w:p>
  <w:p w14:paraId="4CBF3578" w14:textId="77777777" w:rsidR="005966BC" w:rsidRPr="005966BC" w:rsidRDefault="005966BC" w:rsidP="005966BC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6258B385" w14:textId="45A7ADB1" w:rsidR="005966BC" w:rsidRPr="005966BC" w:rsidRDefault="005966BC" w:rsidP="005966BC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5966BC">
      <w:t xml:space="preserve">- </w:t>
    </w:r>
    <w:r w:rsidRPr="005966BC">
      <w:fldChar w:fldCharType="begin"/>
    </w:r>
    <w:r w:rsidRPr="005966BC">
      <w:instrText xml:space="preserve"> PAGE </w:instrText>
    </w:r>
    <w:r w:rsidRPr="005966BC">
      <w:fldChar w:fldCharType="separate"/>
    </w:r>
    <w:r w:rsidRPr="005966BC">
      <w:rPr>
        <w:noProof/>
      </w:rPr>
      <w:t>2</w:t>
    </w:r>
    <w:r w:rsidRPr="005966BC">
      <w:fldChar w:fldCharType="end"/>
    </w:r>
    <w:r w:rsidRPr="005966BC">
      <w:t xml:space="preserve"> -</w:t>
    </w:r>
  </w:p>
  <w:p w14:paraId="57ED50DA" w14:textId="1F5D88E0" w:rsidR="009239F7" w:rsidRPr="005966BC" w:rsidRDefault="009239F7" w:rsidP="005966BC">
    <w:pPr>
      <w:pStyle w:val="ad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42" w:type="dxa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30688" w:rsidRPr="004012EE" w14:paraId="34EA31D9" w14:textId="77777777" w:rsidTr="004012EE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591AEC57" w14:textId="77777777" w:rsidR="00ED54E0" w:rsidRPr="004012EE" w:rsidRDefault="00ED54E0" w:rsidP="00B801E9">
          <w:pPr>
            <w:rPr>
              <w:rFonts w:asciiTheme="minorEastAsia" w:hAnsiTheme="minorEastAsia"/>
              <w:noProof/>
              <w:lang w:eastAsia="en-GB"/>
            </w:rPr>
          </w:pPr>
          <w:bookmarkStart w:id="23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78E99AF2" w14:textId="1492C566" w:rsidR="00ED54E0" w:rsidRPr="004012EE" w:rsidRDefault="005966BC" w:rsidP="00B801E9">
          <w:pPr>
            <w:jc w:val="right"/>
            <w:rPr>
              <w:rFonts w:asciiTheme="minorEastAsia" w:hAnsiTheme="minorEastAsia"/>
              <w:b/>
              <w:color w:val="FF0000"/>
              <w:szCs w:val="16"/>
            </w:rPr>
          </w:pPr>
          <w:r w:rsidRPr="004012EE">
            <w:rPr>
              <w:rFonts w:asciiTheme="minorEastAsia" w:hAnsiTheme="minorEastAsia"/>
              <w:b/>
              <w:color w:val="FF0000"/>
              <w:szCs w:val="16"/>
            </w:rPr>
            <w:t xml:space="preserve"> </w:t>
          </w:r>
        </w:p>
      </w:tc>
    </w:tr>
    <w:bookmarkEnd w:id="23"/>
    <w:tr w:rsidR="00E30688" w:rsidRPr="004012EE" w14:paraId="7C50B268" w14:textId="77777777" w:rsidTr="004012EE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14:paraId="17871618" w14:textId="77777777" w:rsidR="00ED54E0" w:rsidRPr="004012EE" w:rsidRDefault="005966BC" w:rsidP="00B801E9">
          <w:pPr>
            <w:jc w:val="left"/>
            <w:rPr>
              <w:rFonts w:asciiTheme="minorEastAsia" w:hAnsiTheme="minorEastAsia"/>
            </w:rPr>
          </w:pPr>
          <w:r w:rsidRPr="004012EE">
            <w:rPr>
              <w:rFonts w:asciiTheme="minorEastAsia" w:hAnsiTheme="minorEastAsia"/>
              <w:noProof/>
              <w:lang w:val="en-US" w:eastAsia="ko-KR"/>
            </w:rPr>
            <w:drawing>
              <wp:inline distT="0" distB="0" distL="0" distR="0" wp14:anchorId="0ED22606" wp14:editId="2F097080">
                <wp:extent cx="2391410" cy="713740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94823527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1410" cy="713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34675C67" w14:textId="77777777" w:rsidR="00ED54E0" w:rsidRPr="004012EE" w:rsidRDefault="00ED54E0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</w:p>
      </w:tc>
    </w:tr>
    <w:tr w:rsidR="00E30688" w:rsidRPr="004012EE" w14:paraId="032ABED2" w14:textId="77777777" w:rsidTr="004012EE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14:paraId="3ED93B90" w14:textId="77777777" w:rsidR="00ED54E0" w:rsidRPr="004012EE" w:rsidRDefault="00ED54E0" w:rsidP="00B801E9">
          <w:pPr>
            <w:jc w:val="left"/>
            <w:rPr>
              <w:rFonts w:asciiTheme="minorEastAsia" w:hAnsiTheme="minorEastAsia"/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3A796F30" w14:textId="77777777" w:rsidR="005966BC" w:rsidRPr="004012EE" w:rsidRDefault="005966BC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  <w:bookmarkStart w:id="24" w:name="bmkSymbols"/>
          <w:r w:rsidRPr="004012EE">
            <w:rPr>
              <w:rFonts w:asciiTheme="minorEastAsia" w:hAnsiTheme="minorEastAsia"/>
              <w:b/>
              <w:szCs w:val="16"/>
            </w:rPr>
            <w:t>G/TBT/N/BDI/400, G/TBT/N/KEN/1495</w:t>
          </w:r>
        </w:p>
        <w:p w14:paraId="49613D17" w14:textId="77777777" w:rsidR="005966BC" w:rsidRPr="004012EE" w:rsidRDefault="005966BC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  <w:r w:rsidRPr="004012EE">
            <w:rPr>
              <w:rFonts w:asciiTheme="minorEastAsia" w:hAnsiTheme="minorEastAsia"/>
              <w:b/>
              <w:szCs w:val="16"/>
            </w:rPr>
            <w:t>G/TBT/N/RWA/924, G/TBT/N/TZA/1028</w:t>
          </w:r>
        </w:p>
        <w:p w14:paraId="612FD5D2" w14:textId="3271720C" w:rsidR="00E30688" w:rsidRPr="004012EE" w:rsidRDefault="005966BC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  <w:r w:rsidRPr="004012EE">
            <w:rPr>
              <w:rFonts w:asciiTheme="minorEastAsia" w:hAnsiTheme="minorEastAsia"/>
              <w:b/>
              <w:szCs w:val="16"/>
            </w:rPr>
            <w:t>G/TBT/N/UGA/1835</w:t>
          </w:r>
          <w:bookmarkEnd w:id="24"/>
        </w:p>
      </w:tc>
    </w:tr>
    <w:tr w:rsidR="00E30688" w:rsidRPr="004012EE" w14:paraId="74A879E0" w14:textId="77777777" w:rsidTr="004012EE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14:paraId="19E7367D" w14:textId="77777777" w:rsidR="00ED54E0" w:rsidRPr="004012EE" w:rsidRDefault="00ED54E0" w:rsidP="00B801E9">
          <w:pPr>
            <w:rPr>
              <w:rFonts w:asciiTheme="minorEastAsia" w:hAnsiTheme="minorEastAsia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562215BB" w14:textId="45045300" w:rsidR="00ED54E0" w:rsidRPr="004012EE" w:rsidRDefault="005966BC" w:rsidP="00B801E9">
          <w:pPr>
            <w:jc w:val="right"/>
            <w:rPr>
              <w:rFonts w:asciiTheme="minorEastAsia" w:hAnsiTheme="minorEastAsia"/>
              <w:szCs w:val="16"/>
            </w:rPr>
          </w:pPr>
          <w:bookmarkStart w:id="25" w:name="spsDateDistribution"/>
          <w:bookmarkStart w:id="26" w:name="bmkDate"/>
          <w:bookmarkEnd w:id="25"/>
          <w:bookmarkEnd w:id="26"/>
          <w:r w:rsidRPr="004012EE">
            <w:rPr>
              <w:rFonts w:asciiTheme="minorEastAsia" w:hAnsiTheme="minorEastAsia"/>
              <w:szCs w:val="16"/>
            </w:rPr>
            <w:t>2023</w:t>
          </w:r>
          <w:r w:rsidR="004012EE" w:rsidRPr="004012EE">
            <w:rPr>
              <w:rFonts w:asciiTheme="minorEastAsia" w:hAnsiTheme="minorEastAsia"/>
              <w:szCs w:val="16"/>
            </w:rPr>
            <w:t>-09-12</w:t>
          </w:r>
        </w:p>
      </w:tc>
    </w:tr>
    <w:tr w:rsidR="00E30688" w:rsidRPr="004012EE" w14:paraId="7DDD5CA0" w14:textId="77777777" w:rsidTr="004012EE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7E58897F" w14:textId="1846D416" w:rsidR="00ED54E0" w:rsidRPr="004012EE" w:rsidRDefault="005966BC" w:rsidP="0097650D">
          <w:pPr>
            <w:jc w:val="left"/>
            <w:rPr>
              <w:rFonts w:asciiTheme="minorEastAsia" w:hAnsiTheme="minorEastAsia"/>
              <w:b/>
            </w:rPr>
          </w:pPr>
          <w:bookmarkStart w:id="27" w:name="bmkSerial"/>
          <w:r w:rsidRPr="004012EE">
            <w:rPr>
              <w:rFonts w:asciiTheme="minorEastAsia" w:hAnsiTheme="minorEastAsia"/>
              <w:color w:val="FF0000"/>
              <w:szCs w:val="16"/>
            </w:rPr>
            <w:t>(</w:t>
          </w:r>
          <w:bookmarkStart w:id="28" w:name="spsSerialNumber"/>
          <w:bookmarkEnd w:id="28"/>
          <w:r w:rsidRPr="004012EE">
            <w:rPr>
              <w:rFonts w:asciiTheme="minorEastAsia" w:hAnsiTheme="minorEastAsia"/>
              <w:color w:val="FF0000"/>
              <w:szCs w:val="16"/>
            </w:rPr>
            <w:t>23-</w:t>
          </w:r>
          <w:r w:rsidR="00F64713" w:rsidRPr="004012EE">
            <w:rPr>
              <w:rFonts w:asciiTheme="minorEastAsia" w:hAnsiTheme="minorEastAsia"/>
              <w:color w:val="FF0000"/>
              <w:szCs w:val="16"/>
            </w:rPr>
            <w:t>6043</w:t>
          </w:r>
          <w:r w:rsidRPr="004012EE">
            <w:rPr>
              <w:rFonts w:asciiTheme="minorEastAsia" w:hAnsiTheme="minorEastAsia"/>
              <w:color w:val="FF0000"/>
              <w:szCs w:val="16"/>
            </w:rPr>
            <w:t>)</w:t>
          </w:r>
          <w:bookmarkEnd w:id="27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259FC88C" w14:textId="0565454C" w:rsidR="00ED54E0" w:rsidRPr="004012EE" w:rsidRDefault="004012EE" w:rsidP="00B801E9">
          <w:pPr>
            <w:jc w:val="right"/>
            <w:rPr>
              <w:rFonts w:asciiTheme="minorEastAsia" w:hAnsiTheme="minorEastAsia"/>
              <w:szCs w:val="16"/>
            </w:rPr>
          </w:pPr>
          <w:bookmarkStart w:id="29" w:name="bmkTotPages"/>
          <w:r w:rsidRPr="004012EE">
            <w:rPr>
              <w:rFonts w:asciiTheme="minorEastAsia" w:hAnsiTheme="minorEastAsia" w:hint="eastAsia"/>
              <w:bCs/>
              <w:szCs w:val="16"/>
              <w:lang w:eastAsia="ko-KR"/>
            </w:rPr>
            <w:t>페이지</w:t>
          </w:r>
          <w:r w:rsidR="005966BC" w:rsidRPr="004012EE">
            <w:rPr>
              <w:rFonts w:asciiTheme="minorEastAsia" w:hAnsiTheme="minorEastAsia"/>
              <w:bCs/>
              <w:szCs w:val="16"/>
            </w:rPr>
            <w:t xml:space="preserve">: </w:t>
          </w:r>
          <w:r w:rsidR="005966BC" w:rsidRPr="004012EE">
            <w:rPr>
              <w:rFonts w:asciiTheme="minorEastAsia" w:hAnsiTheme="minorEastAsia"/>
              <w:bCs/>
              <w:szCs w:val="16"/>
            </w:rPr>
            <w:fldChar w:fldCharType="begin"/>
          </w:r>
          <w:r w:rsidR="005966BC" w:rsidRPr="004012EE">
            <w:rPr>
              <w:rFonts w:asciiTheme="minorEastAsia" w:hAnsiTheme="minorEastAsia"/>
              <w:bCs/>
              <w:szCs w:val="16"/>
            </w:rPr>
            <w:instrText xml:space="preserve"> PAGE  \* Arabic  \* MERGEFORMAT </w:instrText>
          </w:r>
          <w:r w:rsidR="005966BC" w:rsidRPr="004012EE">
            <w:rPr>
              <w:rFonts w:asciiTheme="minorEastAsia" w:hAnsiTheme="minorEastAsia"/>
              <w:bCs/>
              <w:szCs w:val="16"/>
            </w:rPr>
            <w:fldChar w:fldCharType="separate"/>
          </w:r>
          <w:r w:rsidR="00175958">
            <w:rPr>
              <w:rFonts w:asciiTheme="minorEastAsia" w:hAnsiTheme="minorEastAsia"/>
              <w:bCs/>
              <w:noProof/>
              <w:szCs w:val="16"/>
            </w:rPr>
            <w:t>1</w:t>
          </w:r>
          <w:r w:rsidR="005966BC" w:rsidRPr="004012EE">
            <w:rPr>
              <w:rFonts w:asciiTheme="minorEastAsia" w:hAnsiTheme="minorEastAsia"/>
              <w:bCs/>
              <w:szCs w:val="16"/>
            </w:rPr>
            <w:fldChar w:fldCharType="end"/>
          </w:r>
          <w:r w:rsidR="005966BC" w:rsidRPr="004012EE">
            <w:rPr>
              <w:rFonts w:asciiTheme="minorEastAsia" w:hAnsiTheme="minorEastAsia"/>
              <w:bCs/>
              <w:szCs w:val="16"/>
            </w:rPr>
            <w:t>/</w:t>
          </w:r>
          <w:r w:rsidR="005966BC" w:rsidRPr="004012EE">
            <w:rPr>
              <w:rFonts w:asciiTheme="minorEastAsia" w:hAnsiTheme="minorEastAsia"/>
              <w:bCs/>
              <w:szCs w:val="16"/>
            </w:rPr>
            <w:fldChar w:fldCharType="begin"/>
          </w:r>
          <w:r w:rsidR="005966BC" w:rsidRPr="004012EE">
            <w:rPr>
              <w:rFonts w:asciiTheme="minorEastAsia" w:hAnsiTheme="minorEastAsia"/>
              <w:bCs/>
              <w:szCs w:val="16"/>
            </w:rPr>
            <w:instrText xml:space="preserve"> NUMPAGES  \* Arabic  \* MERGEFORMAT </w:instrText>
          </w:r>
          <w:r w:rsidR="005966BC" w:rsidRPr="004012EE">
            <w:rPr>
              <w:rFonts w:asciiTheme="minorEastAsia" w:hAnsiTheme="minorEastAsia"/>
              <w:bCs/>
              <w:szCs w:val="16"/>
            </w:rPr>
            <w:fldChar w:fldCharType="separate"/>
          </w:r>
          <w:r w:rsidR="00175958">
            <w:rPr>
              <w:rFonts w:asciiTheme="minorEastAsia" w:hAnsiTheme="minorEastAsia"/>
              <w:bCs/>
              <w:noProof/>
              <w:szCs w:val="16"/>
            </w:rPr>
            <w:t>2</w:t>
          </w:r>
          <w:r w:rsidR="005966BC" w:rsidRPr="004012EE">
            <w:rPr>
              <w:rFonts w:asciiTheme="minorEastAsia" w:hAnsiTheme="minorEastAsia"/>
              <w:bCs/>
              <w:szCs w:val="16"/>
            </w:rPr>
            <w:fldChar w:fldCharType="end"/>
          </w:r>
          <w:bookmarkEnd w:id="29"/>
        </w:p>
      </w:tc>
    </w:tr>
    <w:tr w:rsidR="004012EE" w:rsidRPr="004012EE" w14:paraId="7CE52C0D" w14:textId="77777777" w:rsidTr="004012EE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3037680D" w14:textId="5306D91D" w:rsidR="004012EE" w:rsidRPr="004012EE" w:rsidRDefault="004012EE" w:rsidP="004012EE">
          <w:pPr>
            <w:jc w:val="left"/>
            <w:rPr>
              <w:rFonts w:asciiTheme="minorEastAsia" w:hAnsiTheme="minorEastAsia"/>
              <w:sz w:val="14"/>
              <w:szCs w:val="16"/>
            </w:rPr>
          </w:pPr>
          <w:r w:rsidRPr="004012EE">
            <w:rPr>
              <w:rFonts w:asciiTheme="minorEastAsia" w:hAnsiTheme="minorEastAsia" w:cs="굴림" w:hint="eastAsia"/>
              <w:b/>
              <w:lang w:eastAsia="ko-KR"/>
            </w:rPr>
            <w:t>무역기술장벽위원회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589F935D" w14:textId="244774F2" w:rsidR="004012EE" w:rsidRPr="004012EE" w:rsidRDefault="004012EE" w:rsidP="004012EE">
          <w:pPr>
            <w:jc w:val="right"/>
            <w:rPr>
              <w:rFonts w:asciiTheme="minorEastAsia" w:hAnsiTheme="minorEastAsia"/>
              <w:bCs/>
              <w:szCs w:val="18"/>
            </w:rPr>
          </w:pPr>
          <w:r w:rsidRPr="004012EE">
            <w:rPr>
              <w:rFonts w:asciiTheme="minorEastAsia" w:hAnsiTheme="minorEastAsia" w:hint="eastAsia"/>
              <w:bCs/>
              <w:szCs w:val="18"/>
              <w:lang w:eastAsia="ko-KR"/>
            </w:rPr>
            <w:t>원문: 영어</w:t>
          </w:r>
        </w:p>
      </w:tc>
    </w:tr>
  </w:tbl>
  <w:p w14:paraId="7ED7E3AF" w14:textId="77777777" w:rsidR="00ED54E0" w:rsidRPr="004012EE" w:rsidRDefault="00ED54E0">
    <w:pPr>
      <w:pStyle w:val="ad"/>
      <w:rPr>
        <w:rFonts w:asciiTheme="minorEastAsia" w:hAnsiTheme="minor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multilevel"/>
    <w:tmpl w:val="E3C22AB2"/>
    <w:name w:val="ListBullets"/>
    <w:lvl w:ilvl="0">
      <w:start w:val="1"/>
      <w:numFmt w:val="decimal"/>
      <w:pStyle w:val="a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40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307C66F2"/>
    <w:name w:val="LegalHeadings"/>
    <w:lvl w:ilvl="0">
      <w:start w:val="1"/>
      <w:numFmt w:val="decimal"/>
      <w:pStyle w:val="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20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30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41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50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a0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21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31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2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297E1EB4"/>
    <w:numStyleLink w:val="LegalHeadings"/>
  </w:abstractNum>
  <w:abstractNum w:abstractNumId="12" w15:restartNumberingAfterBreak="0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AEF222F4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43EAC2D0" w:tentative="1">
      <w:start w:val="1"/>
      <w:numFmt w:val="lowerLetter"/>
      <w:lvlText w:val="%2."/>
      <w:lvlJc w:val="left"/>
      <w:pPr>
        <w:ind w:left="1080" w:hanging="360"/>
      </w:pPr>
    </w:lvl>
    <w:lvl w:ilvl="2" w:tplc="4D4CBF40" w:tentative="1">
      <w:start w:val="1"/>
      <w:numFmt w:val="lowerRoman"/>
      <w:lvlText w:val="%3."/>
      <w:lvlJc w:val="right"/>
      <w:pPr>
        <w:ind w:left="1800" w:hanging="180"/>
      </w:pPr>
    </w:lvl>
    <w:lvl w:ilvl="3" w:tplc="742A0080" w:tentative="1">
      <w:start w:val="1"/>
      <w:numFmt w:val="decimal"/>
      <w:lvlText w:val="%4."/>
      <w:lvlJc w:val="left"/>
      <w:pPr>
        <w:ind w:left="2520" w:hanging="360"/>
      </w:pPr>
    </w:lvl>
    <w:lvl w:ilvl="4" w:tplc="8EA8426E" w:tentative="1">
      <w:start w:val="1"/>
      <w:numFmt w:val="lowerLetter"/>
      <w:lvlText w:val="%5."/>
      <w:lvlJc w:val="left"/>
      <w:pPr>
        <w:ind w:left="3240" w:hanging="360"/>
      </w:pPr>
    </w:lvl>
    <w:lvl w:ilvl="5" w:tplc="C38C6FBA" w:tentative="1">
      <w:start w:val="1"/>
      <w:numFmt w:val="lowerRoman"/>
      <w:lvlText w:val="%6."/>
      <w:lvlJc w:val="right"/>
      <w:pPr>
        <w:ind w:left="3960" w:hanging="180"/>
      </w:pPr>
    </w:lvl>
    <w:lvl w:ilvl="6" w:tplc="BA1C62AE" w:tentative="1">
      <w:start w:val="1"/>
      <w:numFmt w:val="decimal"/>
      <w:lvlText w:val="%7."/>
      <w:lvlJc w:val="left"/>
      <w:pPr>
        <w:ind w:left="4680" w:hanging="360"/>
      </w:pPr>
    </w:lvl>
    <w:lvl w:ilvl="7" w:tplc="4BF20A28" w:tentative="1">
      <w:start w:val="1"/>
      <w:numFmt w:val="lowerLetter"/>
      <w:lvlText w:val="%8."/>
      <w:lvlJc w:val="left"/>
      <w:pPr>
        <w:ind w:left="5400" w:hanging="360"/>
      </w:pPr>
    </w:lvl>
    <w:lvl w:ilvl="8" w:tplc="E2B2422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D526BB"/>
    <w:multiLevelType w:val="multilevel"/>
    <w:tmpl w:val="63D526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bordersDoNotSurroundHeader/>
  <w:bordersDoNotSurroundFooter/>
  <w:attachedTemplate r:id="rId1"/>
  <w:stylePaneSortMethod w:val="0000"/>
  <w:defaultTabStop w:val="567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CDF"/>
    <w:rsid w:val="000129DD"/>
    <w:rsid w:val="000272F6"/>
    <w:rsid w:val="00036EFF"/>
    <w:rsid w:val="00037AC4"/>
    <w:rsid w:val="000423BF"/>
    <w:rsid w:val="00071825"/>
    <w:rsid w:val="00072B36"/>
    <w:rsid w:val="00072B57"/>
    <w:rsid w:val="00074E62"/>
    <w:rsid w:val="00077F76"/>
    <w:rsid w:val="0009487E"/>
    <w:rsid w:val="000A4945"/>
    <w:rsid w:val="000A50C1"/>
    <w:rsid w:val="000A6875"/>
    <w:rsid w:val="000B2FF7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75958"/>
    <w:rsid w:val="00182B84"/>
    <w:rsid w:val="0018646B"/>
    <w:rsid w:val="00186B9C"/>
    <w:rsid w:val="00191D12"/>
    <w:rsid w:val="001A464A"/>
    <w:rsid w:val="001E291F"/>
    <w:rsid w:val="00204CC3"/>
    <w:rsid w:val="00207731"/>
    <w:rsid w:val="00214E54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05616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4012EE"/>
    <w:rsid w:val="0041584A"/>
    <w:rsid w:val="00416DEF"/>
    <w:rsid w:val="004423A4"/>
    <w:rsid w:val="00467032"/>
    <w:rsid w:val="0046754A"/>
    <w:rsid w:val="00473B57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966BC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2511"/>
    <w:rsid w:val="00674CCD"/>
    <w:rsid w:val="00682D50"/>
    <w:rsid w:val="006845EE"/>
    <w:rsid w:val="0069259F"/>
    <w:rsid w:val="00696B74"/>
    <w:rsid w:val="006A72C8"/>
    <w:rsid w:val="006A7CD9"/>
    <w:rsid w:val="006D6F16"/>
    <w:rsid w:val="006E4336"/>
    <w:rsid w:val="006F35A6"/>
    <w:rsid w:val="006F3CB4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4DEC"/>
    <w:rsid w:val="00756BA6"/>
    <w:rsid w:val="007577E3"/>
    <w:rsid w:val="00760DB3"/>
    <w:rsid w:val="007624E8"/>
    <w:rsid w:val="00796783"/>
    <w:rsid w:val="007B4DE8"/>
    <w:rsid w:val="007D20BB"/>
    <w:rsid w:val="007E1308"/>
    <w:rsid w:val="007E4C24"/>
    <w:rsid w:val="007E6507"/>
    <w:rsid w:val="007F2B8E"/>
    <w:rsid w:val="008055FB"/>
    <w:rsid w:val="0080587D"/>
    <w:rsid w:val="00807247"/>
    <w:rsid w:val="00812D1D"/>
    <w:rsid w:val="00815024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D641C"/>
    <w:rsid w:val="008E372C"/>
    <w:rsid w:val="008E67DC"/>
    <w:rsid w:val="009239F7"/>
    <w:rsid w:val="00934ABC"/>
    <w:rsid w:val="00955D8A"/>
    <w:rsid w:val="00964F4F"/>
    <w:rsid w:val="0097650D"/>
    <w:rsid w:val="009811DD"/>
    <w:rsid w:val="00984DF3"/>
    <w:rsid w:val="00990E7D"/>
    <w:rsid w:val="009A3B16"/>
    <w:rsid w:val="009A6F54"/>
    <w:rsid w:val="009A72C6"/>
    <w:rsid w:val="009B46E3"/>
    <w:rsid w:val="009B6669"/>
    <w:rsid w:val="009D1D8C"/>
    <w:rsid w:val="009D1FF8"/>
    <w:rsid w:val="009E75ED"/>
    <w:rsid w:val="009F1F2F"/>
    <w:rsid w:val="009F21A8"/>
    <w:rsid w:val="00A12DDE"/>
    <w:rsid w:val="00A41889"/>
    <w:rsid w:val="00A51B4F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B19AF"/>
    <w:rsid w:val="00AC27F8"/>
    <w:rsid w:val="00AC6C6E"/>
    <w:rsid w:val="00AD3A28"/>
    <w:rsid w:val="00AD4C72"/>
    <w:rsid w:val="00AE118B"/>
    <w:rsid w:val="00AE2372"/>
    <w:rsid w:val="00AE2AEE"/>
    <w:rsid w:val="00AE5E6D"/>
    <w:rsid w:val="00AE6CC8"/>
    <w:rsid w:val="00AF3330"/>
    <w:rsid w:val="00B00276"/>
    <w:rsid w:val="00B16145"/>
    <w:rsid w:val="00B230EC"/>
    <w:rsid w:val="00B4237E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190"/>
    <w:rsid w:val="00C90C71"/>
    <w:rsid w:val="00C9136F"/>
    <w:rsid w:val="00C91E85"/>
    <w:rsid w:val="00C92678"/>
    <w:rsid w:val="00C92E8F"/>
    <w:rsid w:val="00CA6F61"/>
    <w:rsid w:val="00CB1C32"/>
    <w:rsid w:val="00CB4942"/>
    <w:rsid w:val="00CC0FAD"/>
    <w:rsid w:val="00CC3256"/>
    <w:rsid w:val="00CD5522"/>
    <w:rsid w:val="00CD7D97"/>
    <w:rsid w:val="00CE3EE6"/>
    <w:rsid w:val="00CE4BA1"/>
    <w:rsid w:val="00D000C7"/>
    <w:rsid w:val="00D32587"/>
    <w:rsid w:val="00D428FA"/>
    <w:rsid w:val="00D52A9D"/>
    <w:rsid w:val="00D55AAD"/>
    <w:rsid w:val="00D70F5B"/>
    <w:rsid w:val="00D726F3"/>
    <w:rsid w:val="00D747AE"/>
    <w:rsid w:val="00D9226C"/>
    <w:rsid w:val="00DA20BD"/>
    <w:rsid w:val="00DE50DB"/>
    <w:rsid w:val="00DF0675"/>
    <w:rsid w:val="00DF0B49"/>
    <w:rsid w:val="00DF6AE1"/>
    <w:rsid w:val="00E14384"/>
    <w:rsid w:val="00E147CB"/>
    <w:rsid w:val="00E20B42"/>
    <w:rsid w:val="00E25473"/>
    <w:rsid w:val="00E30688"/>
    <w:rsid w:val="00E30FFD"/>
    <w:rsid w:val="00E321E3"/>
    <w:rsid w:val="00E46FD5"/>
    <w:rsid w:val="00E544BB"/>
    <w:rsid w:val="00E56545"/>
    <w:rsid w:val="00E63AC7"/>
    <w:rsid w:val="00E67CF3"/>
    <w:rsid w:val="00E82AEC"/>
    <w:rsid w:val="00E9368F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4713"/>
    <w:rsid w:val="00F650F7"/>
    <w:rsid w:val="00F85C99"/>
    <w:rsid w:val="00F85CDF"/>
    <w:rsid w:val="00F97AEE"/>
    <w:rsid w:val="00FA4811"/>
    <w:rsid w:val="00FA5EBC"/>
    <w:rsid w:val="00FC5D0F"/>
    <w:rsid w:val="00FD224A"/>
    <w:rsid w:val="00FD4593"/>
    <w:rsid w:val="00FD58DA"/>
    <w:rsid w:val="00FE057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88AC6E1"/>
  <w15:docId w15:val="{F895F126-7D9C-43FB-9C6B-4DA190C87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1">
    <w:name w:val="heading 1"/>
    <w:basedOn w:val="a2"/>
    <w:next w:val="20"/>
    <w:link w:val="1Ch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20">
    <w:name w:val="heading 2"/>
    <w:basedOn w:val="a2"/>
    <w:next w:val="30"/>
    <w:link w:val="2Ch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30">
    <w:name w:val="heading 3"/>
    <w:basedOn w:val="a2"/>
    <w:next w:val="41"/>
    <w:link w:val="3Ch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41">
    <w:name w:val="heading 4"/>
    <w:basedOn w:val="a2"/>
    <w:next w:val="50"/>
    <w:link w:val="4Ch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50">
    <w:name w:val="heading 5"/>
    <w:basedOn w:val="a2"/>
    <w:next w:val="6"/>
    <w:link w:val="5Ch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6">
    <w:name w:val="heading 6"/>
    <w:basedOn w:val="a2"/>
    <w:next w:val="a0"/>
    <w:link w:val="6Ch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7">
    <w:name w:val="heading 7"/>
    <w:basedOn w:val="a2"/>
    <w:next w:val="a2"/>
    <w:link w:val="7Ch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8">
    <w:name w:val="heading 8"/>
    <w:basedOn w:val="a2"/>
    <w:next w:val="a2"/>
    <w:link w:val="8Ch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9">
    <w:name w:val="heading 9"/>
    <w:basedOn w:val="a2"/>
    <w:next w:val="a2"/>
    <w:link w:val="9Ch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Char">
    <w:name w:val="제목 1 Char"/>
    <w:link w:val="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2Char">
    <w:name w:val="제목 2 Char"/>
    <w:link w:val="20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3Char">
    <w:name w:val="제목 3 Char"/>
    <w:link w:val="30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4Char">
    <w:name w:val="제목 4 Char"/>
    <w:link w:val="41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5Char">
    <w:name w:val="제목 5 Char"/>
    <w:link w:val="50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6Char">
    <w:name w:val="제목 6 Char"/>
    <w:link w:val="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7Char">
    <w:name w:val="제목 7 Char"/>
    <w:link w:val="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8Char">
    <w:name w:val="제목 8 Char"/>
    <w:link w:val="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9Char">
    <w:name w:val="제목 9 Char"/>
    <w:link w:val="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a6">
    <w:name w:val="Title"/>
    <w:basedOn w:val="a2"/>
    <w:next w:val="a2"/>
    <w:link w:val="Ch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Char">
    <w:name w:val="제목 Char"/>
    <w:link w:val="a6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a0">
    <w:name w:val="Body Text"/>
    <w:basedOn w:val="a2"/>
    <w:link w:val="Char0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Char0">
    <w:name w:val="본문 Char"/>
    <w:link w:val="a0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21">
    <w:name w:val="Body Text 2"/>
    <w:basedOn w:val="a2"/>
    <w:link w:val="2Char0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2Char0">
    <w:name w:val="본문 2 Char"/>
    <w:link w:val="21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31">
    <w:name w:val="Body Text 3"/>
    <w:basedOn w:val="a2"/>
    <w:link w:val="3Char0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3Char0">
    <w:name w:val="본문 3 Char"/>
    <w:link w:val="31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a">
    <w:name w:val="List Bullet"/>
    <w:basedOn w:val="a2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2">
    <w:name w:val="List Bullet 2"/>
    <w:basedOn w:val="a2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3">
    <w:name w:val="List Bullet 3"/>
    <w:basedOn w:val="a2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4">
    <w:name w:val="List Bullet 4"/>
    <w:basedOn w:val="a2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5">
    <w:name w:val="List Bullet 5"/>
    <w:basedOn w:val="a2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a2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a7">
    <w:name w:val="caption"/>
    <w:basedOn w:val="a2"/>
    <w:next w:val="a2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8">
    <w:name w:val="endnote reference"/>
    <w:uiPriority w:val="49"/>
    <w:rsid w:val="002F6A28"/>
    <w:rPr>
      <w:vertAlign w:val="superscript"/>
      <w:lang w:val="en-GB"/>
    </w:rPr>
  </w:style>
  <w:style w:type="paragraph" w:styleId="a9">
    <w:name w:val="footnote text"/>
    <w:basedOn w:val="a2"/>
    <w:link w:val="Char1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Char1">
    <w:name w:val="각주 텍스트 Char"/>
    <w:link w:val="a9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aa">
    <w:name w:val="endnote text"/>
    <w:basedOn w:val="a9"/>
    <w:link w:val="Char2"/>
    <w:uiPriority w:val="49"/>
    <w:rsid w:val="002F6A28"/>
    <w:rPr>
      <w:szCs w:val="20"/>
    </w:rPr>
  </w:style>
  <w:style w:type="character" w:customStyle="1" w:styleId="Char2">
    <w:name w:val="미주 텍스트 Char"/>
    <w:link w:val="aa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a2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ab">
    <w:name w:val="footer"/>
    <w:basedOn w:val="a2"/>
    <w:link w:val="Char3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Char3">
    <w:name w:val="바닥글 Char"/>
    <w:link w:val="ab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a9"/>
    <w:uiPriority w:val="5"/>
    <w:rsid w:val="002F6A28"/>
    <w:pPr>
      <w:ind w:left="567" w:right="567" w:firstLine="0"/>
    </w:pPr>
  </w:style>
  <w:style w:type="character" w:styleId="ac">
    <w:name w:val="footnote reference"/>
    <w:uiPriority w:val="5"/>
    <w:rsid w:val="002F6A28"/>
    <w:rPr>
      <w:vertAlign w:val="superscript"/>
      <w:lang w:val="en-GB"/>
    </w:rPr>
  </w:style>
  <w:style w:type="paragraph" w:styleId="ad">
    <w:name w:val="header"/>
    <w:basedOn w:val="a2"/>
    <w:link w:val="Char4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Char4">
    <w:name w:val="머리글 Char"/>
    <w:link w:val="ad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a2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a2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ae">
    <w:name w:val="table of authorities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af">
    <w:name w:val="table of figures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a2"/>
    <w:next w:val="a2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a2"/>
    <w:next w:val="a2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a2"/>
    <w:next w:val="a2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10">
    <w:name w:val="toc 1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23">
    <w:name w:val="toc 2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32">
    <w:name w:val="toc 3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42">
    <w:name w:val="toc 4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51">
    <w:name w:val="toc 5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60">
    <w:name w:val="toc 6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70">
    <w:name w:val="toc 7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80">
    <w:name w:val="toc 8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90">
    <w:name w:val="toc 9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">
    <w:name w:val="TOC Heading"/>
    <w:basedOn w:val="a2"/>
    <w:next w:val="a2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a4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af0">
    <w:name w:val="Balloon Text"/>
    <w:basedOn w:val="a2"/>
    <w:link w:val="Char5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Char5">
    <w:name w:val="풍선 도움말 텍스트 Char"/>
    <w:link w:val="af0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af1">
    <w:name w:val="Subtitle"/>
    <w:basedOn w:val="a2"/>
    <w:next w:val="a2"/>
    <w:link w:val="Char6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Char6">
    <w:name w:val="부제 Char"/>
    <w:link w:val="af1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a2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a2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a2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af2">
    <w:name w:val="List Paragraph"/>
    <w:basedOn w:val="a2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a4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a4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a2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af3">
    <w:name w:val="Table Grid"/>
    <w:basedOn w:val="a4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a2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af4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af5">
    <w:name w:val="Bibliography"/>
    <w:basedOn w:val="a2"/>
    <w:next w:val="a2"/>
    <w:uiPriority w:val="49"/>
    <w:semiHidden/>
    <w:unhideWhenUsed/>
    <w:rsid w:val="002F6A28"/>
  </w:style>
  <w:style w:type="paragraph" w:styleId="af6">
    <w:name w:val="Block Text"/>
    <w:basedOn w:val="a2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af7">
    <w:name w:val="Body Text First Indent"/>
    <w:basedOn w:val="a0"/>
    <w:link w:val="Char7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Char7">
    <w:name w:val="본문 첫 줄 들여쓰기 Char"/>
    <w:link w:val="af7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8">
    <w:name w:val="Body Text Indent"/>
    <w:basedOn w:val="a2"/>
    <w:link w:val="Char8"/>
    <w:uiPriority w:val="99"/>
    <w:semiHidden/>
    <w:unhideWhenUsed/>
    <w:rsid w:val="002F6A28"/>
    <w:pPr>
      <w:spacing w:after="120"/>
      <w:ind w:left="283"/>
    </w:pPr>
  </w:style>
  <w:style w:type="character" w:customStyle="1" w:styleId="Char8">
    <w:name w:val="본문 들여쓰기 Char"/>
    <w:link w:val="af8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24">
    <w:name w:val="Body Text First Indent 2"/>
    <w:basedOn w:val="af8"/>
    <w:link w:val="2Char1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2Char1">
    <w:name w:val="본문 첫 줄 들여쓰기 2 Char"/>
    <w:link w:val="24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25">
    <w:name w:val="Body Text Indent 2"/>
    <w:basedOn w:val="a2"/>
    <w:link w:val="2Char2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2Char2">
    <w:name w:val="본문 들여쓰기 2 Char"/>
    <w:link w:val="25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33">
    <w:name w:val="Body Text Indent 3"/>
    <w:basedOn w:val="a2"/>
    <w:link w:val="3Char1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3Char1">
    <w:name w:val="본문 들여쓰기 3 Char"/>
    <w:link w:val="3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af9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afa">
    <w:name w:val="Closing"/>
    <w:basedOn w:val="a2"/>
    <w:link w:val="Char9"/>
    <w:uiPriority w:val="99"/>
    <w:semiHidden/>
    <w:unhideWhenUsed/>
    <w:rsid w:val="002F6A28"/>
    <w:pPr>
      <w:ind w:left="4252"/>
    </w:pPr>
  </w:style>
  <w:style w:type="character" w:customStyle="1" w:styleId="Char9">
    <w:name w:val="맺음말 Char"/>
    <w:link w:val="af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b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afc">
    <w:name w:val="annotation text"/>
    <w:basedOn w:val="a2"/>
    <w:link w:val="Chara"/>
    <w:uiPriority w:val="99"/>
    <w:unhideWhenUsed/>
    <w:rsid w:val="002F6A28"/>
    <w:rPr>
      <w:sz w:val="20"/>
      <w:szCs w:val="20"/>
    </w:rPr>
  </w:style>
  <w:style w:type="character" w:customStyle="1" w:styleId="Chara">
    <w:name w:val="메모 텍스트 Char"/>
    <w:link w:val="afc"/>
    <w:uiPriority w:val="99"/>
    <w:rsid w:val="002F6A28"/>
    <w:rPr>
      <w:rFonts w:ascii="Verdana" w:hAnsi="Verdana"/>
      <w:lang w:val="en-GB"/>
    </w:rPr>
  </w:style>
  <w:style w:type="paragraph" w:styleId="afd">
    <w:name w:val="annotation subject"/>
    <w:basedOn w:val="afc"/>
    <w:next w:val="afc"/>
    <w:link w:val="Charb"/>
    <w:uiPriority w:val="99"/>
    <w:unhideWhenUsed/>
    <w:rsid w:val="002F6A28"/>
    <w:rPr>
      <w:b/>
      <w:bCs/>
    </w:rPr>
  </w:style>
  <w:style w:type="character" w:customStyle="1" w:styleId="Charb">
    <w:name w:val="메모 주제 Char"/>
    <w:link w:val="afd"/>
    <w:uiPriority w:val="99"/>
    <w:rsid w:val="002F6A28"/>
    <w:rPr>
      <w:rFonts w:ascii="Verdana" w:hAnsi="Verdana"/>
      <w:b/>
      <w:bCs/>
      <w:lang w:val="en-GB"/>
    </w:rPr>
  </w:style>
  <w:style w:type="paragraph" w:styleId="afe">
    <w:name w:val="Date"/>
    <w:basedOn w:val="a2"/>
    <w:next w:val="a2"/>
    <w:link w:val="Charc"/>
    <w:uiPriority w:val="99"/>
    <w:semiHidden/>
    <w:unhideWhenUsed/>
    <w:rsid w:val="002F6A28"/>
  </w:style>
  <w:style w:type="character" w:customStyle="1" w:styleId="Charc">
    <w:name w:val="날짜 Char"/>
    <w:link w:val="af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f">
    <w:name w:val="Document Map"/>
    <w:basedOn w:val="a2"/>
    <w:link w:val="Chard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Chard">
    <w:name w:val="문서 구조 Char"/>
    <w:link w:val="aff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aff0">
    <w:name w:val="E-mail Signature"/>
    <w:basedOn w:val="a2"/>
    <w:link w:val="Chare"/>
    <w:uiPriority w:val="99"/>
    <w:semiHidden/>
    <w:unhideWhenUsed/>
    <w:rsid w:val="002F6A28"/>
  </w:style>
  <w:style w:type="character" w:customStyle="1" w:styleId="Chare">
    <w:name w:val="전자 메일 서명 Char"/>
    <w:link w:val="aff0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1">
    <w:name w:val="Emphasis"/>
    <w:uiPriority w:val="99"/>
    <w:semiHidden/>
    <w:qFormat/>
    <w:rsid w:val="002F6A28"/>
    <w:rPr>
      <w:i/>
      <w:iCs/>
      <w:lang w:val="en-GB"/>
    </w:rPr>
  </w:style>
  <w:style w:type="paragraph" w:styleId="aff2">
    <w:name w:val="envelope address"/>
    <w:basedOn w:val="a2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ff3">
    <w:name w:val="envelope return"/>
    <w:basedOn w:val="a2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aff4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HTML">
    <w:name w:val="HTML Acronym"/>
    <w:uiPriority w:val="99"/>
    <w:semiHidden/>
    <w:unhideWhenUsed/>
    <w:rsid w:val="002F6A28"/>
    <w:rPr>
      <w:lang w:val="en-GB"/>
    </w:rPr>
  </w:style>
  <w:style w:type="paragraph" w:styleId="HTML0">
    <w:name w:val="HTML Address"/>
    <w:basedOn w:val="a2"/>
    <w:link w:val="HTMLChar"/>
    <w:uiPriority w:val="99"/>
    <w:semiHidden/>
    <w:unhideWhenUsed/>
    <w:rsid w:val="002F6A28"/>
    <w:rPr>
      <w:i/>
      <w:iCs/>
    </w:rPr>
  </w:style>
  <w:style w:type="character" w:customStyle="1" w:styleId="HTMLChar">
    <w:name w:val="HTML 주소 Char"/>
    <w:link w:val="HTML0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HTML1">
    <w:name w:val="HTML Cite"/>
    <w:uiPriority w:val="99"/>
    <w:semiHidden/>
    <w:unhideWhenUsed/>
    <w:rsid w:val="002F6A28"/>
    <w:rPr>
      <w:i/>
      <w:iCs/>
      <w:lang w:val="en-GB"/>
    </w:rPr>
  </w:style>
  <w:style w:type="character" w:styleId="HTML2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3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HTML4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5">
    <w:name w:val="HTML Preformatted"/>
    <w:basedOn w:val="a2"/>
    <w:link w:val="HTMLChar0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Char0">
    <w:name w:val="미리 서식이 지정된 HTML Char"/>
    <w:link w:val="HTML5"/>
    <w:uiPriority w:val="99"/>
    <w:semiHidden/>
    <w:rsid w:val="002F6A28"/>
    <w:rPr>
      <w:rFonts w:ascii="Consolas" w:hAnsi="Consolas" w:cs="Consolas"/>
      <w:lang w:val="en-GB"/>
    </w:rPr>
  </w:style>
  <w:style w:type="character" w:styleId="HTML6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HTML7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8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11">
    <w:name w:val="index 1"/>
    <w:basedOn w:val="a2"/>
    <w:next w:val="a2"/>
    <w:uiPriority w:val="99"/>
    <w:semiHidden/>
    <w:unhideWhenUsed/>
    <w:rsid w:val="002F6A28"/>
    <w:pPr>
      <w:ind w:left="180" w:hanging="180"/>
    </w:pPr>
  </w:style>
  <w:style w:type="paragraph" w:styleId="26">
    <w:name w:val="index 2"/>
    <w:basedOn w:val="a2"/>
    <w:next w:val="a2"/>
    <w:uiPriority w:val="99"/>
    <w:semiHidden/>
    <w:unhideWhenUsed/>
    <w:rsid w:val="002F6A28"/>
    <w:pPr>
      <w:ind w:left="360" w:hanging="180"/>
    </w:pPr>
  </w:style>
  <w:style w:type="paragraph" w:styleId="34">
    <w:name w:val="index 3"/>
    <w:basedOn w:val="a2"/>
    <w:next w:val="a2"/>
    <w:uiPriority w:val="99"/>
    <w:semiHidden/>
    <w:unhideWhenUsed/>
    <w:rsid w:val="002F6A28"/>
    <w:pPr>
      <w:ind w:left="540" w:hanging="180"/>
    </w:pPr>
  </w:style>
  <w:style w:type="paragraph" w:styleId="43">
    <w:name w:val="index 4"/>
    <w:basedOn w:val="a2"/>
    <w:next w:val="a2"/>
    <w:uiPriority w:val="99"/>
    <w:semiHidden/>
    <w:unhideWhenUsed/>
    <w:rsid w:val="002F6A28"/>
    <w:pPr>
      <w:ind w:left="720" w:hanging="180"/>
    </w:pPr>
  </w:style>
  <w:style w:type="paragraph" w:styleId="52">
    <w:name w:val="index 5"/>
    <w:basedOn w:val="a2"/>
    <w:next w:val="a2"/>
    <w:uiPriority w:val="99"/>
    <w:semiHidden/>
    <w:unhideWhenUsed/>
    <w:rsid w:val="002F6A28"/>
    <w:pPr>
      <w:ind w:left="900" w:hanging="180"/>
    </w:pPr>
  </w:style>
  <w:style w:type="paragraph" w:styleId="61">
    <w:name w:val="index 6"/>
    <w:basedOn w:val="a2"/>
    <w:next w:val="a2"/>
    <w:uiPriority w:val="99"/>
    <w:semiHidden/>
    <w:unhideWhenUsed/>
    <w:rsid w:val="002F6A28"/>
    <w:pPr>
      <w:ind w:left="1080" w:hanging="180"/>
    </w:pPr>
  </w:style>
  <w:style w:type="paragraph" w:styleId="71">
    <w:name w:val="index 7"/>
    <w:basedOn w:val="a2"/>
    <w:next w:val="a2"/>
    <w:uiPriority w:val="99"/>
    <w:semiHidden/>
    <w:unhideWhenUsed/>
    <w:rsid w:val="002F6A28"/>
    <w:pPr>
      <w:ind w:left="1260" w:hanging="180"/>
    </w:pPr>
  </w:style>
  <w:style w:type="paragraph" w:styleId="81">
    <w:name w:val="index 8"/>
    <w:basedOn w:val="a2"/>
    <w:next w:val="a2"/>
    <w:uiPriority w:val="99"/>
    <w:semiHidden/>
    <w:unhideWhenUsed/>
    <w:rsid w:val="002F6A28"/>
    <w:pPr>
      <w:ind w:left="1440" w:hanging="180"/>
    </w:pPr>
  </w:style>
  <w:style w:type="paragraph" w:styleId="91">
    <w:name w:val="index 9"/>
    <w:basedOn w:val="a2"/>
    <w:next w:val="a2"/>
    <w:uiPriority w:val="99"/>
    <w:semiHidden/>
    <w:unhideWhenUsed/>
    <w:rsid w:val="002F6A28"/>
    <w:pPr>
      <w:ind w:left="1620" w:hanging="180"/>
    </w:pPr>
  </w:style>
  <w:style w:type="paragraph" w:styleId="aff5">
    <w:name w:val="index heading"/>
    <w:basedOn w:val="a2"/>
    <w:next w:val="1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aff6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aff7">
    <w:name w:val="Intense Quote"/>
    <w:basedOn w:val="a2"/>
    <w:next w:val="a2"/>
    <w:link w:val="Charf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harf">
    <w:name w:val="강한 인용 Char"/>
    <w:link w:val="aff7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aff8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aff9">
    <w:name w:val="line number"/>
    <w:uiPriority w:val="99"/>
    <w:semiHidden/>
    <w:unhideWhenUsed/>
    <w:rsid w:val="002F6A28"/>
    <w:rPr>
      <w:lang w:val="en-GB"/>
    </w:rPr>
  </w:style>
  <w:style w:type="paragraph" w:styleId="affa">
    <w:name w:val="List"/>
    <w:basedOn w:val="a2"/>
    <w:uiPriority w:val="99"/>
    <w:semiHidden/>
    <w:unhideWhenUsed/>
    <w:rsid w:val="002F6A28"/>
    <w:pPr>
      <w:ind w:left="283" w:hanging="283"/>
      <w:contextualSpacing/>
    </w:pPr>
  </w:style>
  <w:style w:type="paragraph" w:styleId="27">
    <w:name w:val="List 2"/>
    <w:basedOn w:val="a2"/>
    <w:uiPriority w:val="99"/>
    <w:semiHidden/>
    <w:unhideWhenUsed/>
    <w:rsid w:val="002F6A28"/>
    <w:pPr>
      <w:ind w:left="566" w:hanging="283"/>
      <w:contextualSpacing/>
    </w:pPr>
  </w:style>
  <w:style w:type="paragraph" w:styleId="35">
    <w:name w:val="List 3"/>
    <w:basedOn w:val="a2"/>
    <w:uiPriority w:val="99"/>
    <w:semiHidden/>
    <w:unhideWhenUsed/>
    <w:rsid w:val="002F6A28"/>
    <w:pPr>
      <w:ind w:left="849" w:hanging="283"/>
      <w:contextualSpacing/>
    </w:pPr>
  </w:style>
  <w:style w:type="paragraph" w:styleId="44">
    <w:name w:val="List 4"/>
    <w:basedOn w:val="a2"/>
    <w:uiPriority w:val="99"/>
    <w:semiHidden/>
    <w:unhideWhenUsed/>
    <w:rsid w:val="002F6A28"/>
    <w:pPr>
      <w:ind w:left="1132" w:hanging="283"/>
      <w:contextualSpacing/>
    </w:pPr>
  </w:style>
  <w:style w:type="paragraph" w:styleId="53">
    <w:name w:val="List 5"/>
    <w:basedOn w:val="a2"/>
    <w:uiPriority w:val="99"/>
    <w:semiHidden/>
    <w:unhideWhenUsed/>
    <w:rsid w:val="002F6A28"/>
    <w:pPr>
      <w:ind w:left="1415" w:hanging="283"/>
      <w:contextualSpacing/>
    </w:pPr>
  </w:style>
  <w:style w:type="paragraph" w:styleId="affb">
    <w:name w:val="List Continue"/>
    <w:basedOn w:val="a2"/>
    <w:uiPriority w:val="99"/>
    <w:semiHidden/>
    <w:unhideWhenUsed/>
    <w:rsid w:val="002F6A28"/>
    <w:pPr>
      <w:spacing w:after="120"/>
      <w:ind w:left="283"/>
      <w:contextualSpacing/>
    </w:pPr>
  </w:style>
  <w:style w:type="paragraph" w:styleId="28">
    <w:name w:val="List Continue 2"/>
    <w:basedOn w:val="a2"/>
    <w:uiPriority w:val="99"/>
    <w:semiHidden/>
    <w:unhideWhenUsed/>
    <w:rsid w:val="002F6A28"/>
    <w:pPr>
      <w:spacing w:after="120"/>
      <w:ind w:left="566"/>
      <w:contextualSpacing/>
    </w:pPr>
  </w:style>
  <w:style w:type="paragraph" w:styleId="36">
    <w:name w:val="List Continue 3"/>
    <w:basedOn w:val="a2"/>
    <w:uiPriority w:val="99"/>
    <w:semiHidden/>
    <w:unhideWhenUsed/>
    <w:rsid w:val="002F6A28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a1">
    <w:name w:val="List Number"/>
    <w:basedOn w:val="a2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22">
    <w:name w:val="List Number 2"/>
    <w:basedOn w:val="a2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37">
    <w:name w:val="List Number 3"/>
    <w:basedOn w:val="a2"/>
    <w:uiPriority w:val="49"/>
    <w:semiHidden/>
    <w:unhideWhenUsed/>
    <w:rsid w:val="002F6A28"/>
    <w:pPr>
      <w:contextualSpacing/>
    </w:pPr>
  </w:style>
  <w:style w:type="paragraph" w:styleId="40">
    <w:name w:val="List Number 4"/>
    <w:basedOn w:val="a2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55">
    <w:name w:val="List Number 5"/>
    <w:basedOn w:val="a2"/>
    <w:uiPriority w:val="49"/>
    <w:semiHidden/>
    <w:unhideWhenUsed/>
    <w:rsid w:val="002F6A28"/>
    <w:pPr>
      <w:contextualSpacing/>
    </w:pPr>
  </w:style>
  <w:style w:type="paragraph" w:styleId="affc">
    <w:name w:val="macro"/>
    <w:link w:val="Charf0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Charf0">
    <w:name w:val="매크로 텍스트 Char"/>
    <w:link w:val="affc"/>
    <w:uiPriority w:val="99"/>
    <w:semiHidden/>
    <w:rsid w:val="002F6A28"/>
    <w:rPr>
      <w:rFonts w:ascii="Consolas" w:hAnsi="Consolas" w:cs="Consolas"/>
      <w:lang w:val="en-GB"/>
    </w:rPr>
  </w:style>
  <w:style w:type="paragraph" w:styleId="affd">
    <w:name w:val="Message Header"/>
    <w:basedOn w:val="a2"/>
    <w:link w:val="Charf1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Charf1">
    <w:name w:val="메시지 머리글 Char"/>
    <w:link w:val="affd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affe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afff">
    <w:name w:val="Normal (Web)"/>
    <w:basedOn w:val="a2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afff0">
    <w:name w:val="Normal Indent"/>
    <w:basedOn w:val="a2"/>
    <w:uiPriority w:val="99"/>
    <w:semiHidden/>
    <w:unhideWhenUsed/>
    <w:rsid w:val="002F6A28"/>
    <w:pPr>
      <w:ind w:left="567"/>
    </w:pPr>
  </w:style>
  <w:style w:type="paragraph" w:styleId="afff1">
    <w:name w:val="Note Heading"/>
    <w:basedOn w:val="a2"/>
    <w:next w:val="a2"/>
    <w:link w:val="Charf2"/>
    <w:uiPriority w:val="99"/>
    <w:semiHidden/>
    <w:unhideWhenUsed/>
    <w:rsid w:val="002F6A28"/>
  </w:style>
  <w:style w:type="character" w:customStyle="1" w:styleId="Charf2">
    <w:name w:val="각주/미주 머리글 Char"/>
    <w:link w:val="afff1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f2">
    <w:name w:val="page number"/>
    <w:uiPriority w:val="99"/>
    <w:semiHidden/>
    <w:unhideWhenUsed/>
    <w:rsid w:val="002F6A28"/>
    <w:rPr>
      <w:lang w:val="en-GB"/>
    </w:rPr>
  </w:style>
  <w:style w:type="character" w:styleId="afff3">
    <w:name w:val="Placeholder Text"/>
    <w:uiPriority w:val="99"/>
    <w:semiHidden/>
    <w:rsid w:val="002F6A28"/>
    <w:rPr>
      <w:color w:val="808080"/>
      <w:lang w:val="en-GB"/>
    </w:rPr>
  </w:style>
  <w:style w:type="paragraph" w:styleId="afff4">
    <w:name w:val="Plain Text"/>
    <w:basedOn w:val="a2"/>
    <w:link w:val="Charf3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Charf3">
    <w:name w:val="글자만 Char"/>
    <w:link w:val="afff4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afff5">
    <w:name w:val="Quote"/>
    <w:basedOn w:val="a2"/>
    <w:next w:val="a2"/>
    <w:link w:val="Charf4"/>
    <w:uiPriority w:val="59"/>
    <w:qFormat/>
    <w:rsid w:val="002F6A28"/>
    <w:rPr>
      <w:i/>
      <w:iCs/>
      <w:color w:val="000000"/>
    </w:rPr>
  </w:style>
  <w:style w:type="character" w:customStyle="1" w:styleId="Charf4">
    <w:name w:val="인용 Char"/>
    <w:link w:val="afff5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afff6">
    <w:name w:val="Salutation"/>
    <w:basedOn w:val="a2"/>
    <w:next w:val="a2"/>
    <w:link w:val="Charf5"/>
    <w:uiPriority w:val="99"/>
    <w:semiHidden/>
    <w:unhideWhenUsed/>
    <w:rsid w:val="002F6A28"/>
  </w:style>
  <w:style w:type="character" w:customStyle="1" w:styleId="Charf5">
    <w:name w:val="인사말 Char"/>
    <w:link w:val="afff6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ff7">
    <w:name w:val="Signature"/>
    <w:basedOn w:val="a2"/>
    <w:link w:val="Charf6"/>
    <w:uiPriority w:val="99"/>
    <w:semiHidden/>
    <w:unhideWhenUsed/>
    <w:rsid w:val="002F6A28"/>
    <w:pPr>
      <w:ind w:left="4252"/>
    </w:pPr>
  </w:style>
  <w:style w:type="character" w:customStyle="1" w:styleId="Charf6">
    <w:name w:val="서명 Char"/>
    <w:link w:val="afff7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f8">
    <w:name w:val="Strong"/>
    <w:uiPriority w:val="99"/>
    <w:semiHidden/>
    <w:qFormat/>
    <w:rsid w:val="002F6A28"/>
    <w:rPr>
      <w:b/>
      <w:bCs/>
      <w:lang w:val="en-GB"/>
    </w:rPr>
  </w:style>
  <w:style w:type="character" w:styleId="afff9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afffa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afffb">
    <w:name w:val="toa heading"/>
    <w:basedOn w:val="a2"/>
    <w:next w:val="a2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afffc">
    <w:name w:val="Colorful Grid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-1">
    <w:name w:val="Colorful Grid Accent 1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-2">
    <w:name w:val="Colorful Grid Accent 2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-3">
    <w:name w:val="Colorful Grid Accent 3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-4">
    <w:name w:val="Colorful Grid Accent 4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-5">
    <w:name w:val="Colorful Grid Accent 5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-6">
    <w:name w:val="Colorful Grid Accent 6"/>
    <w:basedOn w:val="a4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afffd">
    <w:name w:val="Colorful List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-10">
    <w:name w:val="Colorful List Accent 1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-20">
    <w:name w:val="Colorful List Accent 2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-30">
    <w:name w:val="Colorful List Accent 3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-40">
    <w:name w:val="Colorful List Accent 4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-50">
    <w:name w:val="Colorful List Accent 5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-60">
    <w:name w:val="Colorful List Accent 6"/>
    <w:basedOn w:val="a4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afffe">
    <w:name w:val="Colorful Shading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11">
    <w:name w:val="Colorful Shading Accent 1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21">
    <w:name w:val="Colorful Shading Accent 2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31">
    <w:name w:val="Colorful Shading Accent 3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-41">
    <w:name w:val="Colorful Shading Accent 4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51">
    <w:name w:val="Colorful Shading Accent 5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61">
    <w:name w:val="Colorful Shading Accent 6"/>
    <w:basedOn w:val="a4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affff">
    <w:name w:val="Dark List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-12">
    <w:name w:val="Dark List Accent 1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-22">
    <w:name w:val="Dark List Accent 2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-32">
    <w:name w:val="Dark List Accent 3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-42">
    <w:name w:val="Dark List Accent 4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-52">
    <w:name w:val="Dark List Accent 5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-62">
    <w:name w:val="Dark List Accent 6"/>
    <w:basedOn w:val="a4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affff0">
    <w:name w:val="Light Grid"/>
    <w:basedOn w:val="a4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-13">
    <w:name w:val="Light Grid Accent 1"/>
    <w:basedOn w:val="a4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-23">
    <w:name w:val="Light Grid Accent 2"/>
    <w:basedOn w:val="a4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-33">
    <w:name w:val="Light Grid Accent 3"/>
    <w:basedOn w:val="a4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-43">
    <w:name w:val="Light Grid Accent 4"/>
    <w:basedOn w:val="a4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-53">
    <w:name w:val="Light Grid Accent 5"/>
    <w:basedOn w:val="a4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-63">
    <w:name w:val="Light Grid Accent 6"/>
    <w:basedOn w:val="a4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affff1">
    <w:name w:val="Light List"/>
    <w:basedOn w:val="a4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14">
    <w:name w:val="Light List Accent 1"/>
    <w:basedOn w:val="a4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24">
    <w:name w:val="Light List Accent 2"/>
    <w:basedOn w:val="a4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34">
    <w:name w:val="Light List Accent 3"/>
    <w:basedOn w:val="a4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-44">
    <w:name w:val="Light List Accent 4"/>
    <w:basedOn w:val="a4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-54">
    <w:name w:val="Light List Accent 5"/>
    <w:basedOn w:val="a4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-64">
    <w:name w:val="Light List Accent 6"/>
    <w:basedOn w:val="a4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affff2">
    <w:name w:val="Light Shading"/>
    <w:basedOn w:val="a4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-15">
    <w:name w:val="Light Shading Accent 1"/>
    <w:basedOn w:val="a4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25">
    <w:name w:val="Light Shading Accent 2"/>
    <w:basedOn w:val="a4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35">
    <w:name w:val="Light Shading Accent 3"/>
    <w:basedOn w:val="a4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-45">
    <w:name w:val="Light Shading Accent 4"/>
    <w:basedOn w:val="a4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-55">
    <w:name w:val="Light Shading Accent 5"/>
    <w:basedOn w:val="a4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-65">
    <w:name w:val="Light Shading Accent 6"/>
    <w:basedOn w:val="a4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12">
    <w:name w:val="Medium Grid 1"/>
    <w:basedOn w:val="a4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1-1">
    <w:name w:val="Medium Grid 1 Accent 1"/>
    <w:basedOn w:val="a4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1-2">
    <w:name w:val="Medium Grid 1 Accent 2"/>
    <w:basedOn w:val="a4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1-3">
    <w:name w:val="Medium Grid 1 Accent 3"/>
    <w:basedOn w:val="a4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1-4">
    <w:name w:val="Medium Grid 1 Accent 4"/>
    <w:basedOn w:val="a4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1-5">
    <w:name w:val="Medium Grid 1 Accent 5"/>
    <w:basedOn w:val="a4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1-6">
    <w:name w:val="Medium Grid 1 Accent 6"/>
    <w:basedOn w:val="a4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29">
    <w:name w:val="Medium Grid 2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-1">
    <w:name w:val="Medium Grid 2 Accent 1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-2">
    <w:name w:val="Medium Grid 2 Accent 2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-3">
    <w:name w:val="Medium Grid 2 Accent 3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-4">
    <w:name w:val="Medium Grid 2 Accent 4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-5">
    <w:name w:val="Medium Grid 2 Accent 5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-6">
    <w:name w:val="Medium Grid 2 Accent 6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38">
    <w:name w:val="Medium Grid 3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3-1">
    <w:name w:val="Medium Grid 3 Accent 1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3-2">
    <w:name w:val="Medium Grid 3 Accent 2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3-3">
    <w:name w:val="Medium Grid 3 Accent 3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3-4">
    <w:name w:val="Medium Grid 3 Accent 4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3-5">
    <w:name w:val="Medium Grid 3 Accent 5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3-6">
    <w:name w:val="Medium Grid 3 Accent 6"/>
    <w:basedOn w:val="a4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13">
    <w:name w:val="Medium List 1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1-10">
    <w:name w:val="Medium List 1 Accent 1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-20">
    <w:name w:val="Medium List 1 Accent 2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-30">
    <w:name w:val="Medium List 1 Accent 3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-40">
    <w:name w:val="Medium List 1 Accent 4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-50">
    <w:name w:val="Medium List 1 Accent 5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-60">
    <w:name w:val="Medium List 1 Accent 6"/>
    <w:basedOn w:val="a4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2a">
    <w:name w:val="Medium List 2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4">
    <w:name w:val="Medium Shading 1"/>
    <w:basedOn w:val="a4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b">
    <w:name w:val="Medium Shading 2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310">
    <w:name w:val="Table 3D effects 1"/>
    <w:basedOn w:val="a4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20">
    <w:name w:val="Table 3D effects 2"/>
    <w:basedOn w:val="a4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0">
    <w:name w:val="Table 3D effects 3"/>
    <w:basedOn w:val="a4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lassic 2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lassic 3"/>
    <w:basedOn w:val="a4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4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orful 2"/>
    <w:basedOn w:val="a4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orful 3"/>
    <w:basedOn w:val="a4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umns 2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umns 3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4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4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3">
    <w:name w:val="Table Contemporary"/>
    <w:basedOn w:val="a4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4">
    <w:name w:val="Table Elegant"/>
    <w:basedOn w:val="a4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Grid 1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Grid 2"/>
    <w:basedOn w:val="a4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4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List 2"/>
    <w:basedOn w:val="a4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List 3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List 4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8">
    <w:name w:val="Table List 5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3">
    <w:name w:val="Table List 6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3">
    <w:name w:val="Table List 7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3">
    <w:name w:val="Table List 8"/>
    <w:basedOn w:val="a4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5">
    <w:name w:val="Table Professional"/>
    <w:basedOn w:val="a4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4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Simple 3"/>
    <w:basedOn w:val="a4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4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ubtle 2"/>
    <w:basedOn w:val="a4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6">
    <w:name w:val="Table Theme"/>
    <w:basedOn w:val="a4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c">
    <w:name w:val="Table Web 1"/>
    <w:basedOn w:val="a4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Web 2"/>
    <w:basedOn w:val="a4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Web 3"/>
    <w:basedOn w:val="a4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a2"/>
    <w:next w:val="a2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unbs.go.ug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embers.wto.org/crnattachments/2023/TBT/UGA/23_12293_00_e.pdf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nbs.go.u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info@unbs.go.u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unbs.go.ug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cts\notifications-ims\WTO.Notifications.Web.UI\wwwroot\WordTemplates\TBT\Regular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titus xmlns="http://schemas.titus.com/TitusProperties/">
  <TitusGUID xmlns="">66114cbc-28c8-45dc-a538-0bbec1917471</TitusGUID>
  <TitusMetadata xmlns="">eyJucyI6Imh0dHA6XC9cL3d3dy50aXR1cy5jb21cL25zXC9Xb3JsZCBUcmFkZSBPcmdhbml6YXRpb24iLCJwcm9wcyI6W3sibiI6IldUT0NMQVNTSUZJQ0FUSU9OIiwidmFscyI6W3sidmFsdWUiOiJXVE8gT0ZGSUNJQUwifV19XX0=</TitusMetadata>
</titus>
</file>

<file path=customXml/itemProps1.xml><?xml version="1.0" encoding="utf-8"?>
<ds:datastoreItem xmlns:ds="http://schemas.openxmlformats.org/officeDocument/2006/customXml" ds:itemID="{F692214A-3CD0-498F-A5EB-6A6760226BF0}">
  <ds:schemaRefs>
    <ds:schemaRef ds:uri="http://schemas.titus.com/TitusProperties/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Regular_en</Template>
  <TotalTime>0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NOTIFICATION</vt:lpstr>
      <vt:lpstr>NOTIFICATION</vt:lpstr>
    </vt:vector>
  </TitlesOfParts>
  <Company>OMC - WTO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>mark louie medidas</dc:creator>
  <dc:description>LDIMD - DTU</dc:description>
  <cp:lastModifiedBy>user</cp:lastModifiedBy>
  <cp:revision>2</cp:revision>
  <dcterms:created xsi:type="dcterms:W3CDTF">2023-09-14T03:10:00Z</dcterms:created>
  <dcterms:modified xsi:type="dcterms:W3CDTF">2023-09-14T03:10:00Z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66114cbc-28c8-45dc-a538-0bbec1917471</vt:lpwstr>
  </property>
  <property fmtid="{D5CDD505-2E9C-101B-9397-08002B2CF9AE}" pid="3" name="WTOCLASSIFICATION">
    <vt:lpwstr>WTO OFFICIAL</vt:lpwstr>
  </property>
  <property fmtid="{D5CDD505-2E9C-101B-9397-08002B2CF9AE}" pid="4" name="Symbol1">
    <vt:lpwstr>G/TBT/N/BDI/400</vt:lpwstr>
  </property>
  <property fmtid="{D5CDD505-2E9C-101B-9397-08002B2CF9AE}" pid="5" name="Symbol2">
    <vt:lpwstr>G/TBT/N/KEN/1495</vt:lpwstr>
  </property>
  <property fmtid="{D5CDD505-2E9C-101B-9397-08002B2CF9AE}" pid="6" name="Symbol3">
    <vt:lpwstr>G/TBT/N/RWA/924</vt:lpwstr>
  </property>
  <property fmtid="{D5CDD505-2E9C-101B-9397-08002B2CF9AE}" pid="7" name="Symbol4">
    <vt:lpwstr>G/TBT/N/TZA/1028</vt:lpwstr>
  </property>
  <property fmtid="{D5CDD505-2E9C-101B-9397-08002B2CF9AE}" pid="8" name="Symbol5">
    <vt:lpwstr>G/TBT/N/UGA/1835</vt:lpwstr>
  </property>
</Properties>
</file>